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4EEDC" w14:textId="6D7C47C2" w:rsidR="00407EC6" w:rsidRDefault="00407EC6">
      <w:pPr>
        <w:jc w:val="center"/>
        <w:rPr>
          <w:b/>
          <w:sz w:val="28"/>
        </w:rPr>
      </w:pPr>
      <w:r w:rsidRPr="006C69B8">
        <w:rPr>
          <w:b/>
          <w:bCs/>
          <w:noProof/>
        </w:rPr>
        <w:drawing>
          <wp:inline distT="0" distB="0" distL="0" distR="0" wp14:anchorId="53D9D583" wp14:editId="66E0DC21">
            <wp:extent cx="3333750" cy="8477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srcRect/>
                    <a:stretch>
                      <a:fillRect/>
                    </a:stretch>
                  </pic:blipFill>
                  <pic:spPr bwMode="auto">
                    <a:xfrm>
                      <a:off x="0" y="0"/>
                      <a:ext cx="3333750" cy="847725"/>
                    </a:xfrm>
                    <a:prstGeom prst="rect">
                      <a:avLst/>
                    </a:prstGeom>
                    <a:noFill/>
                    <a:ln w="9525">
                      <a:noFill/>
                      <a:miter lim="800000"/>
                      <a:headEnd/>
                      <a:tailEnd/>
                    </a:ln>
                  </pic:spPr>
                </pic:pic>
              </a:graphicData>
            </a:graphic>
          </wp:inline>
        </w:drawing>
      </w:r>
    </w:p>
    <w:p w14:paraId="4A2A2494" w14:textId="77777777" w:rsidR="00407EC6" w:rsidRDefault="00407EC6">
      <w:pPr>
        <w:jc w:val="center"/>
        <w:rPr>
          <w:b/>
          <w:sz w:val="28"/>
        </w:rPr>
      </w:pPr>
    </w:p>
    <w:p w14:paraId="1F314C07" w14:textId="1E372C7D" w:rsidR="009934EA" w:rsidRDefault="00F75660">
      <w:pPr>
        <w:jc w:val="center"/>
        <w:rPr>
          <w:b/>
          <w:sz w:val="28"/>
        </w:rPr>
      </w:pPr>
      <w:r>
        <w:rPr>
          <w:b/>
          <w:sz w:val="28"/>
        </w:rPr>
        <w:t xml:space="preserve">DOLNOŚLĄSKA SŁUŻBA DRÓG I KOLEI </w:t>
      </w:r>
      <w:r w:rsidR="00CC268D">
        <w:rPr>
          <w:b/>
          <w:sz w:val="28"/>
        </w:rPr>
        <w:br/>
      </w:r>
      <w:r>
        <w:rPr>
          <w:b/>
          <w:sz w:val="28"/>
        </w:rPr>
        <w:t>WE WROCŁAWIU</w:t>
      </w:r>
    </w:p>
    <w:p w14:paraId="413E7E69" w14:textId="77777777" w:rsidR="009934EA" w:rsidRDefault="009934EA">
      <w:pPr>
        <w:jc w:val="center"/>
        <w:rPr>
          <w:b/>
          <w:sz w:val="28"/>
        </w:rPr>
      </w:pPr>
    </w:p>
    <w:p w14:paraId="15846221" w14:textId="77777777" w:rsidR="009934EA" w:rsidRDefault="009934EA">
      <w:pPr>
        <w:jc w:val="center"/>
        <w:rPr>
          <w:b/>
          <w:sz w:val="28"/>
        </w:rPr>
      </w:pPr>
    </w:p>
    <w:p w14:paraId="12B5599E" w14:textId="77777777" w:rsidR="009934EA" w:rsidRDefault="009934EA">
      <w:pPr>
        <w:jc w:val="center"/>
        <w:rPr>
          <w:b/>
          <w:sz w:val="28"/>
        </w:rPr>
      </w:pPr>
    </w:p>
    <w:p w14:paraId="523BBCC4" w14:textId="77777777" w:rsidR="009934EA" w:rsidRDefault="009934EA">
      <w:pPr>
        <w:jc w:val="center"/>
        <w:rPr>
          <w:b/>
          <w:sz w:val="28"/>
        </w:rPr>
      </w:pPr>
      <w:r>
        <w:rPr>
          <w:sz w:val="28"/>
        </w:rPr>
        <w:t>SPECYFIKACJE TECHNICZNE</w:t>
      </w:r>
    </w:p>
    <w:p w14:paraId="58C59826" w14:textId="77777777" w:rsidR="009934EA" w:rsidRDefault="009934EA">
      <w:pPr>
        <w:jc w:val="center"/>
        <w:rPr>
          <w:b/>
          <w:sz w:val="28"/>
        </w:rPr>
      </w:pPr>
    </w:p>
    <w:p w14:paraId="2F6AC7B1" w14:textId="77777777" w:rsidR="009934EA" w:rsidRDefault="009934EA">
      <w:pPr>
        <w:jc w:val="center"/>
        <w:rPr>
          <w:b/>
          <w:sz w:val="28"/>
        </w:rPr>
      </w:pPr>
    </w:p>
    <w:p w14:paraId="2E7B9BA2" w14:textId="77777777" w:rsidR="009934EA" w:rsidRDefault="009934EA">
      <w:pPr>
        <w:jc w:val="center"/>
        <w:rPr>
          <w:b/>
          <w:sz w:val="28"/>
        </w:rPr>
      </w:pPr>
    </w:p>
    <w:p w14:paraId="570E5085" w14:textId="77777777" w:rsidR="009934EA" w:rsidRDefault="009934EA">
      <w:pPr>
        <w:jc w:val="center"/>
        <w:rPr>
          <w:b/>
          <w:sz w:val="28"/>
        </w:rPr>
      </w:pPr>
    </w:p>
    <w:p w14:paraId="5B33E0C5" w14:textId="77777777" w:rsidR="009934EA" w:rsidRDefault="009934EA">
      <w:pPr>
        <w:jc w:val="center"/>
        <w:rPr>
          <w:b/>
          <w:sz w:val="28"/>
        </w:rPr>
      </w:pPr>
      <w:r>
        <w:rPr>
          <w:b/>
          <w:sz w:val="28"/>
        </w:rPr>
        <w:t>D - M - 00.00.00</w:t>
      </w:r>
    </w:p>
    <w:p w14:paraId="7042D954" w14:textId="77777777" w:rsidR="009934EA" w:rsidRDefault="009934EA">
      <w:pPr>
        <w:jc w:val="center"/>
        <w:rPr>
          <w:b/>
          <w:sz w:val="27"/>
        </w:rPr>
      </w:pPr>
    </w:p>
    <w:p w14:paraId="4F985DB5" w14:textId="77777777" w:rsidR="009934EA" w:rsidRDefault="009934EA">
      <w:pPr>
        <w:jc w:val="center"/>
        <w:rPr>
          <w:b/>
          <w:sz w:val="27"/>
        </w:rPr>
      </w:pPr>
      <w:r>
        <w:rPr>
          <w:b/>
          <w:sz w:val="28"/>
        </w:rPr>
        <w:t>WYMAGANIA OGÓLNE</w:t>
      </w:r>
    </w:p>
    <w:p w14:paraId="234FBBB4" w14:textId="77777777" w:rsidR="009934EA" w:rsidRDefault="009934EA">
      <w:pPr>
        <w:jc w:val="center"/>
        <w:rPr>
          <w:b/>
          <w:sz w:val="28"/>
        </w:rPr>
      </w:pPr>
    </w:p>
    <w:p w14:paraId="44E09ECA" w14:textId="77777777" w:rsidR="009934EA" w:rsidRDefault="009934EA">
      <w:pPr>
        <w:jc w:val="center"/>
        <w:rPr>
          <w:b/>
          <w:sz w:val="28"/>
        </w:rPr>
      </w:pPr>
    </w:p>
    <w:p w14:paraId="78388046" w14:textId="77777777" w:rsidR="009934EA" w:rsidRDefault="009934EA">
      <w:pPr>
        <w:jc w:val="center"/>
        <w:rPr>
          <w:b/>
          <w:sz w:val="28"/>
        </w:rPr>
      </w:pPr>
    </w:p>
    <w:p w14:paraId="2A9DF5EA" w14:textId="77777777" w:rsidR="009934EA" w:rsidRDefault="009934EA">
      <w:pPr>
        <w:jc w:val="center"/>
        <w:rPr>
          <w:b/>
          <w:sz w:val="28"/>
        </w:rPr>
      </w:pPr>
    </w:p>
    <w:p w14:paraId="08EFEED9" w14:textId="77777777" w:rsidR="009934EA" w:rsidRDefault="009934EA">
      <w:pPr>
        <w:jc w:val="center"/>
        <w:rPr>
          <w:b/>
          <w:sz w:val="28"/>
        </w:rPr>
      </w:pPr>
    </w:p>
    <w:p w14:paraId="77AAB054" w14:textId="77777777" w:rsidR="009934EA" w:rsidRDefault="009934EA">
      <w:pPr>
        <w:jc w:val="center"/>
        <w:rPr>
          <w:b/>
          <w:sz w:val="28"/>
        </w:rPr>
      </w:pPr>
    </w:p>
    <w:p w14:paraId="6A3B7AE1" w14:textId="77777777" w:rsidR="009934EA" w:rsidRDefault="009934EA">
      <w:pPr>
        <w:jc w:val="center"/>
        <w:rPr>
          <w:b/>
          <w:sz w:val="28"/>
        </w:rPr>
      </w:pPr>
    </w:p>
    <w:p w14:paraId="06E5E707" w14:textId="77777777" w:rsidR="009934EA" w:rsidRDefault="009934EA">
      <w:pPr>
        <w:jc w:val="center"/>
        <w:rPr>
          <w:b/>
          <w:sz w:val="28"/>
        </w:rPr>
      </w:pPr>
    </w:p>
    <w:p w14:paraId="3CDCB07D" w14:textId="77777777" w:rsidR="009934EA" w:rsidRDefault="009934EA">
      <w:pPr>
        <w:jc w:val="center"/>
        <w:rPr>
          <w:b/>
          <w:sz w:val="28"/>
        </w:rPr>
      </w:pPr>
    </w:p>
    <w:p w14:paraId="796B870B" w14:textId="77777777" w:rsidR="009934EA" w:rsidRDefault="009934EA">
      <w:pPr>
        <w:jc w:val="center"/>
        <w:rPr>
          <w:b/>
          <w:sz w:val="28"/>
        </w:rPr>
      </w:pPr>
    </w:p>
    <w:p w14:paraId="2D28B6D2" w14:textId="77777777" w:rsidR="009934EA" w:rsidRDefault="009934EA">
      <w:pPr>
        <w:jc w:val="center"/>
        <w:rPr>
          <w:b/>
          <w:sz w:val="28"/>
        </w:rPr>
      </w:pPr>
    </w:p>
    <w:p w14:paraId="0DFA59A7" w14:textId="77777777" w:rsidR="009934EA" w:rsidRDefault="009934EA">
      <w:pPr>
        <w:jc w:val="center"/>
        <w:rPr>
          <w:b/>
          <w:sz w:val="28"/>
        </w:rPr>
      </w:pPr>
    </w:p>
    <w:p w14:paraId="584E1A75" w14:textId="77777777" w:rsidR="009934EA" w:rsidRDefault="009934EA">
      <w:pPr>
        <w:jc w:val="center"/>
        <w:rPr>
          <w:b/>
          <w:sz w:val="28"/>
        </w:rPr>
      </w:pPr>
    </w:p>
    <w:p w14:paraId="4759DC96" w14:textId="77777777" w:rsidR="009934EA" w:rsidRDefault="009934EA">
      <w:pPr>
        <w:jc w:val="center"/>
        <w:rPr>
          <w:b/>
          <w:sz w:val="28"/>
        </w:rPr>
      </w:pPr>
    </w:p>
    <w:p w14:paraId="5BC30FCD" w14:textId="77777777" w:rsidR="00407EC6" w:rsidRDefault="00407EC6">
      <w:pPr>
        <w:jc w:val="center"/>
        <w:rPr>
          <w:b/>
          <w:sz w:val="28"/>
        </w:rPr>
      </w:pPr>
    </w:p>
    <w:p w14:paraId="0E829DCF" w14:textId="77777777" w:rsidR="009934EA" w:rsidRDefault="009934EA">
      <w:pPr>
        <w:rPr>
          <w:sz w:val="19"/>
        </w:rPr>
      </w:pPr>
    </w:p>
    <w:p w14:paraId="43ECD72E" w14:textId="77777777" w:rsidR="009934EA" w:rsidRDefault="009934EA">
      <w:pPr>
        <w:pBdr>
          <w:bottom w:val="single" w:sz="6" w:space="1" w:color="auto"/>
        </w:pBdr>
        <w:rPr>
          <w:sz w:val="19"/>
        </w:rPr>
      </w:pPr>
    </w:p>
    <w:p w14:paraId="7007D666" w14:textId="77777777" w:rsidR="009934EA" w:rsidRDefault="009934EA">
      <w:pPr>
        <w:spacing w:before="240"/>
        <w:jc w:val="center"/>
        <w:rPr>
          <w:b/>
        </w:rPr>
      </w:pPr>
      <w:r>
        <w:rPr>
          <w:b/>
        </w:rPr>
        <w:lastRenderedPageBreak/>
        <w:t>SPIS TREŚCI</w:t>
      </w:r>
    </w:p>
    <w:p w14:paraId="77B90D53" w14:textId="77777777" w:rsidR="009934EA" w:rsidRDefault="009934EA">
      <w:pPr>
        <w:pStyle w:val="Spistreci1"/>
        <w:spacing w:before="0" w:after="0"/>
        <w:rPr>
          <w:noProof/>
        </w:rPr>
      </w:pPr>
      <w:r>
        <w:rPr>
          <w:caps w:val="0"/>
          <w:sz w:val="19"/>
        </w:rPr>
        <w:t xml:space="preserve">  </w:t>
      </w:r>
      <w:r>
        <w:rPr>
          <w:caps w:val="0"/>
          <w:sz w:val="19"/>
        </w:rPr>
        <w:fldChar w:fldCharType="begin"/>
      </w:r>
      <w:r>
        <w:rPr>
          <w:caps w:val="0"/>
          <w:sz w:val="19"/>
        </w:rPr>
        <w:instrText xml:space="preserve"> TOC \o "1-1" </w:instrText>
      </w:r>
      <w:r>
        <w:rPr>
          <w:caps w:val="0"/>
          <w:sz w:val="19"/>
        </w:rPr>
        <w:fldChar w:fldCharType="separate"/>
      </w:r>
    </w:p>
    <w:p w14:paraId="1141162D" w14:textId="77777777" w:rsidR="009934EA" w:rsidRDefault="009934EA">
      <w:pPr>
        <w:pStyle w:val="Spistreci1"/>
        <w:spacing w:before="0" w:after="0"/>
        <w:rPr>
          <w:noProof/>
        </w:rPr>
      </w:pPr>
      <w:r>
        <w:rPr>
          <w:noProof/>
        </w:rPr>
        <w:t xml:space="preserve">  1. WSTĘP</w:t>
      </w:r>
      <w:r>
        <w:rPr>
          <w:b w:val="0"/>
          <w:noProof/>
        </w:rPr>
        <w:tab/>
      </w:r>
      <w:r>
        <w:rPr>
          <w:b w:val="0"/>
          <w:noProof/>
        </w:rPr>
        <w:fldChar w:fldCharType="begin"/>
      </w:r>
      <w:r>
        <w:rPr>
          <w:b w:val="0"/>
          <w:noProof/>
        </w:rPr>
        <w:instrText xml:space="preserve"> GOTOBUTTON _Toc6882152  </w:instrText>
      </w:r>
      <w:r>
        <w:rPr>
          <w:b w:val="0"/>
          <w:noProof/>
        </w:rPr>
        <w:fldChar w:fldCharType="begin"/>
      </w:r>
      <w:r>
        <w:rPr>
          <w:b w:val="0"/>
          <w:noProof/>
        </w:rPr>
        <w:instrText xml:space="preserve"> PAGEREF _Toc6882152 </w:instrText>
      </w:r>
      <w:r>
        <w:rPr>
          <w:b w:val="0"/>
          <w:noProof/>
        </w:rPr>
        <w:fldChar w:fldCharType="separate"/>
      </w:r>
      <w:r w:rsidR="0089665B">
        <w:rPr>
          <w:b w:val="0"/>
          <w:noProof/>
        </w:rPr>
        <w:instrText>3</w:instrText>
      </w:r>
      <w:r>
        <w:rPr>
          <w:b w:val="0"/>
          <w:noProof/>
        </w:rPr>
        <w:fldChar w:fldCharType="end"/>
      </w:r>
      <w:r>
        <w:rPr>
          <w:b w:val="0"/>
          <w:noProof/>
        </w:rPr>
        <w:fldChar w:fldCharType="end"/>
      </w:r>
    </w:p>
    <w:p w14:paraId="08FC7AEB" w14:textId="77777777" w:rsidR="009934EA" w:rsidRDefault="009934EA">
      <w:pPr>
        <w:pStyle w:val="Spistreci1"/>
        <w:spacing w:before="0" w:after="0"/>
        <w:rPr>
          <w:noProof/>
        </w:rPr>
      </w:pPr>
      <w:r>
        <w:rPr>
          <w:noProof/>
        </w:rPr>
        <w:t xml:space="preserve">  2. MATERIAŁY</w:t>
      </w:r>
      <w:r>
        <w:rPr>
          <w:b w:val="0"/>
          <w:noProof/>
        </w:rPr>
        <w:tab/>
      </w:r>
      <w:r>
        <w:rPr>
          <w:b w:val="0"/>
          <w:noProof/>
        </w:rPr>
        <w:fldChar w:fldCharType="begin"/>
      </w:r>
      <w:r>
        <w:rPr>
          <w:b w:val="0"/>
          <w:noProof/>
        </w:rPr>
        <w:instrText xml:space="preserve"> GOTOBUTTON _Toc6882153  </w:instrText>
      </w:r>
      <w:r>
        <w:rPr>
          <w:b w:val="0"/>
          <w:noProof/>
        </w:rPr>
        <w:fldChar w:fldCharType="begin"/>
      </w:r>
      <w:r>
        <w:rPr>
          <w:b w:val="0"/>
          <w:noProof/>
        </w:rPr>
        <w:instrText xml:space="preserve"> PAGEREF _Toc6882153 </w:instrText>
      </w:r>
      <w:r>
        <w:rPr>
          <w:b w:val="0"/>
          <w:noProof/>
        </w:rPr>
        <w:fldChar w:fldCharType="separate"/>
      </w:r>
      <w:r w:rsidR="0089665B">
        <w:rPr>
          <w:b w:val="0"/>
          <w:noProof/>
        </w:rPr>
        <w:instrText>12</w:instrText>
      </w:r>
      <w:r>
        <w:rPr>
          <w:b w:val="0"/>
          <w:noProof/>
        </w:rPr>
        <w:fldChar w:fldCharType="end"/>
      </w:r>
      <w:r>
        <w:rPr>
          <w:b w:val="0"/>
          <w:noProof/>
        </w:rPr>
        <w:fldChar w:fldCharType="end"/>
      </w:r>
    </w:p>
    <w:p w14:paraId="5904302F" w14:textId="77777777" w:rsidR="009934EA" w:rsidRDefault="009934EA">
      <w:pPr>
        <w:pStyle w:val="Spistreci1"/>
        <w:spacing w:before="0" w:after="0"/>
        <w:rPr>
          <w:noProof/>
        </w:rPr>
      </w:pPr>
      <w:r>
        <w:rPr>
          <w:noProof/>
        </w:rPr>
        <w:t xml:space="preserve">  3. SPRZĘT</w:t>
      </w:r>
      <w:r>
        <w:rPr>
          <w:b w:val="0"/>
          <w:noProof/>
        </w:rPr>
        <w:tab/>
      </w:r>
      <w:r>
        <w:rPr>
          <w:b w:val="0"/>
          <w:noProof/>
        </w:rPr>
        <w:fldChar w:fldCharType="begin"/>
      </w:r>
      <w:r>
        <w:rPr>
          <w:b w:val="0"/>
          <w:noProof/>
        </w:rPr>
        <w:instrText xml:space="preserve"> GOTOBUTTON _Toc6882154  </w:instrText>
      </w:r>
      <w:r>
        <w:rPr>
          <w:b w:val="0"/>
          <w:noProof/>
        </w:rPr>
        <w:fldChar w:fldCharType="begin"/>
      </w:r>
      <w:r>
        <w:rPr>
          <w:b w:val="0"/>
          <w:noProof/>
        </w:rPr>
        <w:instrText xml:space="preserve"> PAGEREF _Toc6882154 </w:instrText>
      </w:r>
      <w:r>
        <w:rPr>
          <w:b w:val="0"/>
          <w:noProof/>
        </w:rPr>
        <w:fldChar w:fldCharType="separate"/>
      </w:r>
      <w:r w:rsidR="0089665B">
        <w:rPr>
          <w:b w:val="0"/>
          <w:noProof/>
        </w:rPr>
        <w:instrText>14</w:instrText>
      </w:r>
      <w:r>
        <w:rPr>
          <w:b w:val="0"/>
          <w:noProof/>
        </w:rPr>
        <w:fldChar w:fldCharType="end"/>
      </w:r>
      <w:r>
        <w:rPr>
          <w:b w:val="0"/>
          <w:noProof/>
        </w:rPr>
        <w:fldChar w:fldCharType="end"/>
      </w:r>
    </w:p>
    <w:p w14:paraId="10B9585D" w14:textId="77777777" w:rsidR="009934EA" w:rsidRDefault="009934EA">
      <w:pPr>
        <w:pStyle w:val="Spistreci1"/>
        <w:spacing w:before="0" w:after="0"/>
        <w:rPr>
          <w:noProof/>
        </w:rPr>
      </w:pPr>
      <w:r>
        <w:rPr>
          <w:noProof/>
        </w:rPr>
        <w:t xml:space="preserve">  4. TRANSPORT</w:t>
      </w:r>
      <w:r>
        <w:rPr>
          <w:b w:val="0"/>
          <w:noProof/>
        </w:rPr>
        <w:tab/>
      </w:r>
      <w:r>
        <w:rPr>
          <w:b w:val="0"/>
          <w:noProof/>
        </w:rPr>
        <w:fldChar w:fldCharType="begin"/>
      </w:r>
      <w:r>
        <w:rPr>
          <w:b w:val="0"/>
          <w:noProof/>
        </w:rPr>
        <w:instrText xml:space="preserve"> GOTOBUTTON _Toc6882155  </w:instrText>
      </w:r>
      <w:r>
        <w:rPr>
          <w:b w:val="0"/>
          <w:noProof/>
        </w:rPr>
        <w:fldChar w:fldCharType="begin"/>
      </w:r>
      <w:r>
        <w:rPr>
          <w:b w:val="0"/>
          <w:noProof/>
        </w:rPr>
        <w:instrText xml:space="preserve"> PAGEREF _Toc6882155 </w:instrText>
      </w:r>
      <w:r>
        <w:rPr>
          <w:b w:val="0"/>
          <w:noProof/>
        </w:rPr>
        <w:fldChar w:fldCharType="separate"/>
      </w:r>
      <w:r w:rsidR="0089665B">
        <w:rPr>
          <w:b w:val="0"/>
          <w:noProof/>
        </w:rPr>
        <w:instrText>15</w:instrText>
      </w:r>
      <w:r>
        <w:rPr>
          <w:b w:val="0"/>
          <w:noProof/>
        </w:rPr>
        <w:fldChar w:fldCharType="end"/>
      </w:r>
      <w:r>
        <w:rPr>
          <w:b w:val="0"/>
          <w:noProof/>
        </w:rPr>
        <w:fldChar w:fldCharType="end"/>
      </w:r>
    </w:p>
    <w:p w14:paraId="317FA0BB" w14:textId="77777777" w:rsidR="009934EA" w:rsidRDefault="009934EA">
      <w:pPr>
        <w:pStyle w:val="Spistreci1"/>
        <w:spacing w:before="0" w:after="0"/>
        <w:rPr>
          <w:noProof/>
        </w:rPr>
      </w:pPr>
      <w:r>
        <w:rPr>
          <w:noProof/>
        </w:rPr>
        <w:t xml:space="preserve">  5. WYKONANIE ROBÓT</w:t>
      </w:r>
      <w:r>
        <w:rPr>
          <w:b w:val="0"/>
          <w:noProof/>
        </w:rPr>
        <w:tab/>
      </w:r>
      <w:r>
        <w:rPr>
          <w:b w:val="0"/>
          <w:noProof/>
        </w:rPr>
        <w:fldChar w:fldCharType="begin"/>
      </w:r>
      <w:r>
        <w:rPr>
          <w:b w:val="0"/>
          <w:noProof/>
        </w:rPr>
        <w:instrText xml:space="preserve"> GOTOBUTTON _Toc6882156  </w:instrText>
      </w:r>
      <w:r>
        <w:rPr>
          <w:b w:val="0"/>
          <w:noProof/>
        </w:rPr>
        <w:fldChar w:fldCharType="begin"/>
      </w:r>
      <w:r>
        <w:rPr>
          <w:b w:val="0"/>
          <w:noProof/>
        </w:rPr>
        <w:instrText xml:space="preserve"> PAGEREF _Toc6882156 </w:instrText>
      </w:r>
      <w:r>
        <w:rPr>
          <w:b w:val="0"/>
          <w:noProof/>
        </w:rPr>
        <w:fldChar w:fldCharType="separate"/>
      </w:r>
      <w:r w:rsidR="0089665B">
        <w:rPr>
          <w:b w:val="0"/>
          <w:noProof/>
        </w:rPr>
        <w:instrText>15</w:instrText>
      </w:r>
      <w:r>
        <w:rPr>
          <w:b w:val="0"/>
          <w:noProof/>
        </w:rPr>
        <w:fldChar w:fldCharType="end"/>
      </w:r>
      <w:r>
        <w:rPr>
          <w:b w:val="0"/>
          <w:noProof/>
        </w:rPr>
        <w:fldChar w:fldCharType="end"/>
      </w:r>
    </w:p>
    <w:p w14:paraId="08460193" w14:textId="77777777" w:rsidR="009934EA" w:rsidRDefault="009934EA">
      <w:pPr>
        <w:pStyle w:val="Spistreci1"/>
        <w:spacing w:before="0" w:after="0"/>
        <w:rPr>
          <w:noProof/>
        </w:rPr>
      </w:pPr>
      <w:r>
        <w:rPr>
          <w:noProof/>
        </w:rPr>
        <w:t xml:space="preserve">  6. KONTROLA JAKOŚCI ROBÓT</w:t>
      </w:r>
      <w:r>
        <w:rPr>
          <w:b w:val="0"/>
          <w:noProof/>
        </w:rPr>
        <w:tab/>
      </w:r>
      <w:r>
        <w:rPr>
          <w:b w:val="0"/>
          <w:noProof/>
        </w:rPr>
        <w:fldChar w:fldCharType="begin"/>
      </w:r>
      <w:r>
        <w:rPr>
          <w:b w:val="0"/>
          <w:noProof/>
        </w:rPr>
        <w:instrText xml:space="preserve"> GOTOBUTTON _Toc6882157  </w:instrText>
      </w:r>
      <w:r>
        <w:rPr>
          <w:b w:val="0"/>
          <w:noProof/>
        </w:rPr>
        <w:fldChar w:fldCharType="begin"/>
      </w:r>
      <w:r>
        <w:rPr>
          <w:b w:val="0"/>
          <w:noProof/>
        </w:rPr>
        <w:instrText xml:space="preserve"> PAGEREF _Toc6882157 </w:instrText>
      </w:r>
      <w:r>
        <w:rPr>
          <w:b w:val="0"/>
          <w:noProof/>
        </w:rPr>
        <w:fldChar w:fldCharType="separate"/>
      </w:r>
      <w:r w:rsidR="0089665B">
        <w:rPr>
          <w:b w:val="0"/>
          <w:noProof/>
        </w:rPr>
        <w:instrText>16</w:instrText>
      </w:r>
      <w:r>
        <w:rPr>
          <w:b w:val="0"/>
          <w:noProof/>
        </w:rPr>
        <w:fldChar w:fldCharType="end"/>
      </w:r>
      <w:r>
        <w:rPr>
          <w:b w:val="0"/>
          <w:noProof/>
        </w:rPr>
        <w:fldChar w:fldCharType="end"/>
      </w:r>
    </w:p>
    <w:p w14:paraId="00B71D80" w14:textId="77777777" w:rsidR="009934EA" w:rsidRDefault="009934EA">
      <w:pPr>
        <w:pStyle w:val="Spistreci1"/>
        <w:spacing w:before="0" w:after="0"/>
        <w:rPr>
          <w:noProof/>
        </w:rPr>
      </w:pPr>
      <w:r>
        <w:rPr>
          <w:noProof/>
        </w:rPr>
        <w:t xml:space="preserve">  7. OBMIAR ROBÓT</w:t>
      </w:r>
      <w:r>
        <w:rPr>
          <w:b w:val="0"/>
          <w:noProof/>
        </w:rPr>
        <w:tab/>
      </w:r>
      <w:r>
        <w:rPr>
          <w:b w:val="0"/>
          <w:noProof/>
        </w:rPr>
        <w:fldChar w:fldCharType="begin"/>
      </w:r>
      <w:r>
        <w:rPr>
          <w:b w:val="0"/>
          <w:noProof/>
        </w:rPr>
        <w:instrText xml:space="preserve"> GOTOBUTTON _Toc6882158  </w:instrText>
      </w:r>
      <w:r>
        <w:rPr>
          <w:b w:val="0"/>
          <w:noProof/>
        </w:rPr>
        <w:fldChar w:fldCharType="begin"/>
      </w:r>
      <w:r>
        <w:rPr>
          <w:b w:val="0"/>
          <w:noProof/>
        </w:rPr>
        <w:instrText xml:space="preserve"> PAGEREF _Toc6882158 </w:instrText>
      </w:r>
      <w:r>
        <w:rPr>
          <w:b w:val="0"/>
          <w:noProof/>
        </w:rPr>
        <w:fldChar w:fldCharType="separate"/>
      </w:r>
      <w:r w:rsidR="0089665B">
        <w:rPr>
          <w:b w:val="0"/>
          <w:noProof/>
        </w:rPr>
        <w:instrText>21</w:instrText>
      </w:r>
      <w:r>
        <w:rPr>
          <w:b w:val="0"/>
          <w:noProof/>
        </w:rPr>
        <w:fldChar w:fldCharType="end"/>
      </w:r>
      <w:r>
        <w:rPr>
          <w:b w:val="0"/>
          <w:noProof/>
        </w:rPr>
        <w:fldChar w:fldCharType="end"/>
      </w:r>
    </w:p>
    <w:p w14:paraId="0BF37AB7" w14:textId="77777777" w:rsidR="009934EA" w:rsidRDefault="009934EA">
      <w:pPr>
        <w:pStyle w:val="Spistreci1"/>
        <w:spacing w:before="0" w:after="0"/>
        <w:rPr>
          <w:noProof/>
        </w:rPr>
      </w:pPr>
      <w:r>
        <w:rPr>
          <w:noProof/>
        </w:rPr>
        <w:t xml:space="preserve">  8. ODBIÓR ROBÓT</w:t>
      </w:r>
      <w:r>
        <w:rPr>
          <w:b w:val="0"/>
          <w:noProof/>
        </w:rPr>
        <w:tab/>
      </w:r>
      <w:r>
        <w:rPr>
          <w:b w:val="0"/>
          <w:noProof/>
        </w:rPr>
        <w:fldChar w:fldCharType="begin"/>
      </w:r>
      <w:r>
        <w:rPr>
          <w:b w:val="0"/>
          <w:noProof/>
        </w:rPr>
        <w:instrText xml:space="preserve"> GOTOBUTTON _Toc6882159  </w:instrText>
      </w:r>
      <w:r>
        <w:rPr>
          <w:b w:val="0"/>
          <w:noProof/>
        </w:rPr>
        <w:fldChar w:fldCharType="begin"/>
      </w:r>
      <w:r>
        <w:rPr>
          <w:b w:val="0"/>
          <w:noProof/>
        </w:rPr>
        <w:instrText xml:space="preserve"> PAGEREF _Toc6882159 </w:instrText>
      </w:r>
      <w:r>
        <w:rPr>
          <w:b w:val="0"/>
          <w:noProof/>
        </w:rPr>
        <w:fldChar w:fldCharType="separate"/>
      </w:r>
      <w:r w:rsidR="0089665B">
        <w:rPr>
          <w:b w:val="0"/>
          <w:noProof/>
        </w:rPr>
        <w:instrText>22</w:instrText>
      </w:r>
      <w:r>
        <w:rPr>
          <w:b w:val="0"/>
          <w:noProof/>
        </w:rPr>
        <w:fldChar w:fldCharType="end"/>
      </w:r>
      <w:r>
        <w:rPr>
          <w:b w:val="0"/>
          <w:noProof/>
        </w:rPr>
        <w:fldChar w:fldCharType="end"/>
      </w:r>
    </w:p>
    <w:p w14:paraId="16B76F56" w14:textId="77777777" w:rsidR="009934EA" w:rsidRDefault="009934EA">
      <w:pPr>
        <w:pStyle w:val="Spistreci1"/>
        <w:spacing w:before="0" w:after="0"/>
        <w:rPr>
          <w:noProof/>
        </w:rPr>
      </w:pPr>
      <w:r>
        <w:rPr>
          <w:noProof/>
        </w:rPr>
        <w:t xml:space="preserve">  9. PODSTAWA PŁATNOŚCI</w:t>
      </w:r>
      <w:r>
        <w:rPr>
          <w:b w:val="0"/>
          <w:noProof/>
        </w:rPr>
        <w:tab/>
      </w:r>
      <w:r>
        <w:rPr>
          <w:b w:val="0"/>
          <w:noProof/>
        </w:rPr>
        <w:fldChar w:fldCharType="begin"/>
      </w:r>
      <w:r>
        <w:rPr>
          <w:b w:val="0"/>
          <w:noProof/>
        </w:rPr>
        <w:instrText xml:space="preserve"> GOTOBUTTON _Toc6882160  </w:instrText>
      </w:r>
      <w:r>
        <w:rPr>
          <w:b w:val="0"/>
          <w:noProof/>
        </w:rPr>
        <w:fldChar w:fldCharType="begin"/>
      </w:r>
      <w:r>
        <w:rPr>
          <w:b w:val="0"/>
          <w:noProof/>
        </w:rPr>
        <w:instrText xml:space="preserve"> PAGEREF _Toc6882160 </w:instrText>
      </w:r>
      <w:r>
        <w:rPr>
          <w:b w:val="0"/>
          <w:noProof/>
        </w:rPr>
        <w:fldChar w:fldCharType="separate"/>
      </w:r>
      <w:r w:rsidR="0089665B">
        <w:rPr>
          <w:b w:val="0"/>
          <w:noProof/>
        </w:rPr>
        <w:instrText>24</w:instrText>
      </w:r>
      <w:r>
        <w:rPr>
          <w:b w:val="0"/>
          <w:noProof/>
        </w:rPr>
        <w:fldChar w:fldCharType="end"/>
      </w:r>
      <w:r>
        <w:rPr>
          <w:b w:val="0"/>
          <w:noProof/>
        </w:rPr>
        <w:fldChar w:fldCharType="end"/>
      </w:r>
    </w:p>
    <w:p w14:paraId="163705B5" w14:textId="77777777" w:rsidR="009934EA" w:rsidRDefault="009934EA">
      <w:pPr>
        <w:pStyle w:val="Spistreci1"/>
        <w:spacing w:before="0" w:after="0"/>
        <w:rPr>
          <w:noProof/>
        </w:rPr>
      </w:pPr>
      <w:r>
        <w:rPr>
          <w:noProof/>
        </w:rPr>
        <w:t>10. PRZEPISY ZWIĄZANE</w:t>
      </w:r>
      <w:r>
        <w:rPr>
          <w:b w:val="0"/>
          <w:noProof/>
        </w:rPr>
        <w:tab/>
      </w:r>
      <w:r>
        <w:rPr>
          <w:b w:val="0"/>
          <w:noProof/>
        </w:rPr>
        <w:fldChar w:fldCharType="begin"/>
      </w:r>
      <w:r>
        <w:rPr>
          <w:b w:val="0"/>
          <w:noProof/>
        </w:rPr>
        <w:instrText xml:space="preserve"> GOTOBUTTON _Toc6882161  </w:instrText>
      </w:r>
      <w:r>
        <w:rPr>
          <w:b w:val="0"/>
          <w:noProof/>
        </w:rPr>
        <w:fldChar w:fldCharType="begin"/>
      </w:r>
      <w:r>
        <w:rPr>
          <w:b w:val="0"/>
          <w:noProof/>
        </w:rPr>
        <w:instrText xml:space="preserve"> PAGEREF _Toc6882161 </w:instrText>
      </w:r>
      <w:r>
        <w:rPr>
          <w:b w:val="0"/>
          <w:noProof/>
        </w:rPr>
        <w:fldChar w:fldCharType="separate"/>
      </w:r>
      <w:r w:rsidR="0089665B">
        <w:rPr>
          <w:b w:val="0"/>
          <w:noProof/>
        </w:rPr>
        <w:instrText>25</w:instrText>
      </w:r>
      <w:r>
        <w:rPr>
          <w:b w:val="0"/>
          <w:noProof/>
        </w:rPr>
        <w:fldChar w:fldCharType="end"/>
      </w:r>
      <w:r>
        <w:rPr>
          <w:b w:val="0"/>
          <w:noProof/>
        </w:rPr>
        <w:fldChar w:fldCharType="end"/>
      </w:r>
    </w:p>
    <w:p w14:paraId="57E2A936" w14:textId="77777777" w:rsidR="009934EA" w:rsidRDefault="009934EA">
      <w:pPr>
        <w:tabs>
          <w:tab w:val="left" w:pos="284"/>
          <w:tab w:val="right" w:leader="dot" w:pos="8789"/>
        </w:tabs>
        <w:ind w:left="90"/>
        <w:jc w:val="center"/>
        <w:rPr>
          <w:b/>
        </w:rPr>
      </w:pPr>
      <w:r>
        <w:rPr>
          <w:caps/>
          <w:sz w:val="19"/>
        </w:rPr>
        <w:fldChar w:fldCharType="end"/>
      </w:r>
    </w:p>
    <w:p w14:paraId="2D826482" w14:textId="77777777" w:rsidR="009934EA" w:rsidRDefault="009934EA">
      <w:pPr>
        <w:pBdr>
          <w:top w:val="single" w:sz="6" w:space="1" w:color="auto"/>
        </w:pBdr>
        <w:tabs>
          <w:tab w:val="left" w:pos="284"/>
          <w:tab w:val="right" w:leader="dot" w:pos="8789"/>
        </w:tabs>
        <w:jc w:val="center"/>
        <w:rPr>
          <w:b/>
        </w:rPr>
      </w:pPr>
    </w:p>
    <w:p w14:paraId="0AE1C06C" w14:textId="77777777" w:rsidR="009934EA" w:rsidRDefault="009934EA">
      <w:pPr>
        <w:tabs>
          <w:tab w:val="right" w:leader="dot" w:pos="-1985"/>
          <w:tab w:val="left" w:pos="284"/>
        </w:tabs>
        <w:rPr>
          <w:sz w:val="19"/>
        </w:rPr>
      </w:pPr>
    </w:p>
    <w:p w14:paraId="119F9408" w14:textId="77777777" w:rsidR="009934EA" w:rsidRDefault="009934EA">
      <w:pPr>
        <w:rPr>
          <w:sz w:val="19"/>
        </w:rPr>
        <w:sectPr w:rsidR="009934EA">
          <w:headerReference w:type="default" r:id="rId8"/>
          <w:pgSz w:w="11907" w:h="16840" w:code="9"/>
          <w:pgMar w:top="2835" w:right="2268" w:bottom="2835" w:left="2268" w:header="1985" w:footer="1531" w:gutter="0"/>
          <w:cols w:space="708"/>
          <w:titlePg/>
        </w:sectPr>
      </w:pPr>
    </w:p>
    <w:p w14:paraId="31FEA222" w14:textId="77777777" w:rsidR="009934EA" w:rsidRDefault="009934EA">
      <w:pPr>
        <w:pStyle w:val="Nagwek1"/>
      </w:pPr>
      <w:bookmarkStart w:id="0" w:name="_Toc404150096"/>
      <w:bookmarkStart w:id="1" w:name="_Toc416830698"/>
      <w:bookmarkStart w:id="2" w:name="_Toc6881279"/>
      <w:bookmarkStart w:id="3" w:name="_Toc6882152"/>
      <w:r>
        <w:lastRenderedPageBreak/>
        <w:t>1. WSTĘP</w:t>
      </w:r>
      <w:bookmarkEnd w:id="0"/>
      <w:bookmarkEnd w:id="1"/>
      <w:bookmarkEnd w:id="2"/>
      <w:bookmarkEnd w:id="3"/>
    </w:p>
    <w:p w14:paraId="109EB587" w14:textId="77777777" w:rsidR="009934EA" w:rsidRDefault="009934EA">
      <w:pPr>
        <w:pStyle w:val="Nagwek2"/>
      </w:pPr>
      <w:r>
        <w:t>1.1. Przedmiot ST</w:t>
      </w:r>
    </w:p>
    <w:p w14:paraId="33A6BC98" w14:textId="77777777" w:rsidR="009934EA" w:rsidRDefault="009934EA">
      <w:pPr>
        <w:pStyle w:val="tekstost"/>
      </w:pPr>
      <w:r>
        <w:tab/>
        <w:t>Przedmiotem niniejszej specyfikacji technicznej (ST) są wymagania ogólne dotyczące wykonania i odbioru robót drogowych i mostowych.</w:t>
      </w:r>
    </w:p>
    <w:p w14:paraId="1E9DEC6C" w14:textId="77777777" w:rsidR="009934EA" w:rsidRDefault="009934EA">
      <w:pPr>
        <w:pStyle w:val="Nagwek2"/>
      </w:pPr>
      <w:r>
        <w:t>1.2. Zakres stosowania ST</w:t>
      </w:r>
    </w:p>
    <w:p w14:paraId="2B83BB39" w14:textId="77777777" w:rsidR="009934EA" w:rsidRDefault="009934EA">
      <w:r>
        <w:tab/>
        <w:t xml:space="preserve">Ogólna specyfikacja techniczna stanowi obowiązującą podstawę opracowania szczegółowej specyfikacji technicznej stosowanej jako dokument przetargowy i kontraktowy przy zlecaniu i realizacji robót na drogach </w:t>
      </w:r>
      <w:r w:rsidR="0089665B">
        <w:t>wojewódzkich</w:t>
      </w:r>
      <w:r>
        <w:t>.</w:t>
      </w:r>
    </w:p>
    <w:p w14:paraId="77B23C94" w14:textId="77777777" w:rsidR="009934EA" w:rsidRDefault="009934EA">
      <w:r>
        <w:tab/>
      </w:r>
    </w:p>
    <w:p w14:paraId="0BCAEB2C" w14:textId="77777777" w:rsidR="009934EA" w:rsidRDefault="009934EA">
      <w:pPr>
        <w:pStyle w:val="Nagwek2"/>
      </w:pPr>
      <w:r>
        <w:t>1.3. Zakres robót objętych ST</w:t>
      </w:r>
    </w:p>
    <w:p w14:paraId="02ACBA59" w14:textId="77777777" w:rsidR="009934EA" w:rsidRDefault="009934EA">
      <w: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14:paraId="3775A71F" w14:textId="77777777" w:rsidR="009934EA" w:rsidRDefault="009934EA">
      <w:pPr>
        <w:pStyle w:val="Nagwek2"/>
      </w:pPr>
      <w:r>
        <w:t>1.4. Określenia podstawowe</w:t>
      </w:r>
    </w:p>
    <w:p w14:paraId="37993259" w14:textId="77777777" w:rsidR="009934EA" w:rsidRDefault="009934EA">
      <w:pPr>
        <w:pStyle w:val="tekstost"/>
        <w:spacing w:after="60"/>
      </w:pPr>
      <w:r>
        <w:tab/>
        <w:t>Użyte w ST wymienione poniżej określenia należy rozumieć w każdym przypadku następująco:</w:t>
      </w:r>
    </w:p>
    <w:p w14:paraId="0B2D41E6" w14:textId="77777777" w:rsidR="009934EA" w:rsidRDefault="009934EA">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6245C58E" w14:textId="77777777" w:rsidR="009934EA" w:rsidRDefault="009934EA">
      <w:pPr>
        <w:pStyle w:val="tekstost"/>
        <w:tabs>
          <w:tab w:val="left" w:pos="567"/>
        </w:tabs>
        <w:spacing w:before="60" w:after="60"/>
      </w:pPr>
      <w:r>
        <w:rPr>
          <w:b/>
        </w:rPr>
        <w:t>1.4.2</w:t>
      </w:r>
      <w:r>
        <w:t>.</w:t>
      </w:r>
      <w:r>
        <w:tab/>
        <w:t>Chodnik - wyznaczony pas terenu przy jezdni lub odsunięty od jezdni, przeznaczony do ruchu pieszych.</w:t>
      </w:r>
    </w:p>
    <w:p w14:paraId="29B8D0D9" w14:textId="45B27E84" w:rsidR="009934EA" w:rsidRDefault="009934EA">
      <w:pPr>
        <w:pStyle w:val="tekstost"/>
        <w:tabs>
          <w:tab w:val="left" w:pos="567"/>
        </w:tabs>
        <w:spacing w:before="60" w:after="60"/>
      </w:pPr>
      <w:r>
        <w:rPr>
          <w:b/>
        </w:rPr>
        <w:t>1.4.3.</w:t>
      </w:r>
      <w:r>
        <w:tab/>
        <w:t xml:space="preserve">Długość mostu - odległość między zewnętrznymi krawędziami pomostu, </w:t>
      </w:r>
      <w:r w:rsidR="00CC268D">
        <w:br/>
      </w:r>
      <w:r>
        <w:t xml:space="preserve">a w przypadku mostów łukowych z </w:t>
      </w:r>
      <w:proofErr w:type="spellStart"/>
      <w:r>
        <w:t>nadsypką</w:t>
      </w:r>
      <w:proofErr w:type="spellEnd"/>
      <w:r>
        <w:t xml:space="preserve"> - odległość w świetle podstaw sklepienia mierzona w osi jezdni drogowej.</w:t>
      </w:r>
    </w:p>
    <w:p w14:paraId="3230DCC4" w14:textId="6BAC7640" w:rsidR="009934EA" w:rsidRDefault="009934EA">
      <w:pPr>
        <w:pStyle w:val="tekstost"/>
        <w:tabs>
          <w:tab w:val="left" w:pos="567"/>
        </w:tabs>
        <w:spacing w:before="60" w:after="60"/>
      </w:pPr>
      <w:r>
        <w:rPr>
          <w:b/>
        </w:rPr>
        <w:t>1.4.4</w:t>
      </w:r>
      <w:r>
        <w:t>.</w:t>
      </w:r>
      <w:r>
        <w:tab/>
        <w:t xml:space="preserve">Droga - wydzielony pas terenu przeznaczony do ruchu lub postoju pojazdów oraz ruchu pieszych wraz z wszelkimi urządzeniami technicznymi związanymi z prowadzeniem </w:t>
      </w:r>
      <w:r w:rsidR="00CC268D">
        <w:br/>
      </w:r>
      <w:r>
        <w:t>i zabezpieczeniem ruchu.</w:t>
      </w:r>
    </w:p>
    <w:p w14:paraId="17920D11" w14:textId="77777777" w:rsidR="009934EA" w:rsidRDefault="009934EA">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14:paraId="590C120D" w14:textId="77777777" w:rsidR="009934EA" w:rsidRDefault="009934EA">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3F1D6480" w14:textId="77777777" w:rsidR="009934EA" w:rsidRDefault="009934EA">
      <w:pPr>
        <w:pStyle w:val="tekstost"/>
        <w:tabs>
          <w:tab w:val="left" w:pos="624"/>
        </w:tabs>
        <w:spacing w:before="60" w:after="60"/>
      </w:pPr>
      <w:r>
        <w:rPr>
          <w:b/>
        </w:rPr>
        <w:lastRenderedPageBreak/>
        <w:t>1.4.7.</w:t>
      </w:r>
      <w:r>
        <w:tab/>
        <w:t>Estakada - obiekt zbudowany nad przeszkodą terenową dla zapewnienia komunikacji drogowej i ruchu pieszego.</w:t>
      </w:r>
    </w:p>
    <w:p w14:paraId="65A54BEE" w14:textId="77777777" w:rsidR="009934EA" w:rsidRDefault="009934EA">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14:paraId="115EC39A" w14:textId="77777777" w:rsidR="009934EA" w:rsidRDefault="009934EA">
      <w:pPr>
        <w:pStyle w:val="tekstost"/>
        <w:tabs>
          <w:tab w:val="left" w:pos="624"/>
        </w:tabs>
        <w:spacing w:before="60" w:after="60"/>
      </w:pPr>
      <w:r>
        <w:rPr>
          <w:b/>
        </w:rPr>
        <w:t>1.4.9.</w:t>
      </w:r>
      <w:r>
        <w:tab/>
        <w:t>Jezdnia - część korony drogi przeznaczona do ruchu pojazdów.</w:t>
      </w:r>
    </w:p>
    <w:p w14:paraId="7B82B220" w14:textId="77777777" w:rsidR="009934EA" w:rsidRDefault="009934EA">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14:paraId="5FF864E4" w14:textId="77777777" w:rsidR="009934EA" w:rsidRDefault="009934EA">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14:paraId="574374FD" w14:textId="77777777" w:rsidR="009934EA" w:rsidRDefault="009934EA">
      <w:pPr>
        <w:pStyle w:val="tekstost"/>
        <w:tabs>
          <w:tab w:val="left" w:pos="624"/>
        </w:tabs>
        <w:spacing w:before="60" w:after="60"/>
      </w:pPr>
      <w:r>
        <w:rPr>
          <w:b/>
        </w:rPr>
        <w:t>1.4.12.</w:t>
      </w:r>
      <w:r>
        <w:tab/>
        <w:t>Konstrukcja nawierzchni - układ warstw nawierzchni wraz ze sposobem ich połączenia.</w:t>
      </w:r>
    </w:p>
    <w:p w14:paraId="51EBF8E8" w14:textId="77777777" w:rsidR="009934EA" w:rsidRDefault="009934EA">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14:paraId="64B8C4CE" w14:textId="52416F75" w:rsidR="009934EA" w:rsidRDefault="009934EA">
      <w:pPr>
        <w:pStyle w:val="tekstost"/>
        <w:tabs>
          <w:tab w:val="left" w:pos="624"/>
        </w:tabs>
        <w:spacing w:before="60" w:after="60"/>
      </w:pPr>
      <w:r>
        <w:rPr>
          <w:b/>
        </w:rPr>
        <w:t>1.4.14.</w:t>
      </w:r>
      <w:r>
        <w:tab/>
        <w:t xml:space="preserve">Korpus drogowy - nasyp lub ta część wykopu, która jest ograniczona koroną drogi </w:t>
      </w:r>
      <w:r w:rsidR="00CC268D">
        <w:br/>
      </w:r>
      <w:r>
        <w:t>i skarpami rowów.</w:t>
      </w:r>
    </w:p>
    <w:p w14:paraId="1F62FB97" w14:textId="77777777" w:rsidR="009934EA" w:rsidRDefault="009934EA">
      <w:pPr>
        <w:pStyle w:val="tekstost"/>
        <w:tabs>
          <w:tab w:val="left" w:pos="624"/>
        </w:tabs>
        <w:spacing w:before="60" w:after="60"/>
      </w:pPr>
      <w:r>
        <w:rPr>
          <w:b/>
        </w:rPr>
        <w:t>1.4.15.</w:t>
      </w:r>
      <w:r>
        <w:tab/>
        <w:t>Koryto - element uformowany w korpusie drogowym w celu ułożenia w nim konstrukcji nawierzchni.</w:t>
      </w:r>
    </w:p>
    <w:p w14:paraId="335A80C9" w14:textId="335DBF3C" w:rsidR="009934EA" w:rsidRDefault="009934EA">
      <w:pPr>
        <w:pStyle w:val="tekstost"/>
        <w:tabs>
          <w:tab w:val="left" w:pos="624"/>
        </w:tabs>
        <w:spacing w:before="60" w:after="60"/>
      </w:pPr>
      <w:r>
        <w:rPr>
          <w:b/>
        </w:rPr>
        <w:t>1.4.16</w:t>
      </w:r>
      <w:r>
        <w:t>.</w:t>
      </w:r>
      <w:r>
        <w:tab/>
        <w:t xml:space="preserve">Książka obmiarów - akceptowany przez Inżyniera/Kierownika projektu zeszyt </w:t>
      </w:r>
      <w:r w:rsidR="00CC268D">
        <w:br/>
      </w:r>
      <w:r>
        <w:t>z ponumerowanymi stronami, służący do wpisywania przez Wykonawcę obmiaru dokonywanych robót w formie wyliczeń, szkiców i ew. dodatkowych załączników. Wpisy w książce obmiarów podlegają potwierdzeniu przez Inżyniera/Kierownika projektu.</w:t>
      </w:r>
    </w:p>
    <w:p w14:paraId="320B69F3" w14:textId="77777777" w:rsidR="009934EA" w:rsidRDefault="009934EA">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14:paraId="7AEC5B54" w14:textId="2E7E3192" w:rsidR="009934EA" w:rsidRDefault="009934EA">
      <w:pPr>
        <w:pStyle w:val="tekstost"/>
        <w:tabs>
          <w:tab w:val="left" w:pos="624"/>
        </w:tabs>
        <w:spacing w:before="60" w:after="60"/>
      </w:pPr>
      <w:r>
        <w:rPr>
          <w:b/>
        </w:rPr>
        <w:t>1.4.18.</w:t>
      </w:r>
      <w:r>
        <w:tab/>
        <w:t xml:space="preserve">Materiały - wszelkie tworzywa niezbędne do wykonania robót, zgodne </w:t>
      </w:r>
      <w:r w:rsidR="00CC268D">
        <w:br/>
      </w:r>
      <w:r>
        <w:t>z dokumentacją projektową i specyfikacjami technicznymi, zaakceptowane przez Inżyniera/ Kierownika projektu.</w:t>
      </w:r>
    </w:p>
    <w:p w14:paraId="58788D5D" w14:textId="77777777" w:rsidR="009934EA" w:rsidRDefault="009934EA">
      <w:pPr>
        <w:pStyle w:val="tekstost"/>
        <w:tabs>
          <w:tab w:val="left" w:pos="624"/>
        </w:tabs>
        <w:spacing w:before="60" w:after="60"/>
      </w:pPr>
      <w:r>
        <w:rPr>
          <w:b/>
        </w:rPr>
        <w:t>1.4.19.</w:t>
      </w:r>
      <w:r>
        <w:tab/>
        <w:t>Most - obiekt zbudowany nad przeszkodą wodną dla zapewnienia komunikacji drogowej i ruchu pieszego.</w:t>
      </w:r>
    </w:p>
    <w:p w14:paraId="23D41FB3" w14:textId="77777777" w:rsidR="009934EA" w:rsidRDefault="009934EA">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14:paraId="1BD0D39F" w14:textId="77777777" w:rsidR="009934EA" w:rsidRDefault="009934EA" w:rsidP="00FE603E">
      <w:pPr>
        <w:numPr>
          <w:ilvl w:val="0"/>
          <w:numId w:val="1"/>
        </w:numPr>
      </w:pPr>
      <w:r>
        <w:t>Warstwa ścieralna - górna warstwa nawierzchni poddana bezpośrednio oddziaływaniu ruchu i czynników atmosferycznych.</w:t>
      </w:r>
    </w:p>
    <w:p w14:paraId="35533A14" w14:textId="77777777" w:rsidR="009934EA" w:rsidRDefault="009934EA" w:rsidP="00FE603E">
      <w:pPr>
        <w:numPr>
          <w:ilvl w:val="0"/>
          <w:numId w:val="1"/>
        </w:numPr>
      </w:pPr>
      <w:r>
        <w:t>Warstwa wiążąca - warstwa znajdująca się między warstwą ścieralną a podbudową, zapewniająca lepsze rozłożenie naprężeń w nawierzchni i przekazywanie ich na podbudowę.</w:t>
      </w:r>
    </w:p>
    <w:p w14:paraId="54E7D766" w14:textId="77777777" w:rsidR="009934EA" w:rsidRDefault="009934EA" w:rsidP="00FE603E">
      <w:pPr>
        <w:numPr>
          <w:ilvl w:val="0"/>
          <w:numId w:val="1"/>
        </w:numPr>
      </w:pPr>
      <w:r>
        <w:t>Warstwa wyrównawcza - warstwa służąca do wyrównania nierówności podbudowy lub profilu istniejącej nawierzchni.</w:t>
      </w:r>
    </w:p>
    <w:p w14:paraId="5D3F3E7E" w14:textId="77777777" w:rsidR="009934EA" w:rsidRDefault="009934EA" w:rsidP="00FE603E">
      <w:pPr>
        <w:numPr>
          <w:ilvl w:val="0"/>
          <w:numId w:val="1"/>
        </w:numPr>
      </w:pPr>
      <w:r>
        <w:lastRenderedPageBreak/>
        <w:t>Podbudowa - dolna część nawierzchni służąca do przenoszenia obciążeń od ruchu na podłoże. Podbudowa może składać się z podbudowy zasadniczej i podbudowy pomocniczej.</w:t>
      </w:r>
    </w:p>
    <w:p w14:paraId="5E4D4AD4" w14:textId="77777777" w:rsidR="009934EA" w:rsidRDefault="009934EA" w:rsidP="00FE603E">
      <w:pPr>
        <w:numPr>
          <w:ilvl w:val="0"/>
          <w:numId w:val="1"/>
        </w:numPr>
      </w:pPr>
      <w:r>
        <w:t>Podbudowa zasadnicza - górna część podbudowy spełniająca funkcje nośne w konstrukcji nawierzchni. Może ona składać się z jednej lub dwóch warstw.</w:t>
      </w:r>
    </w:p>
    <w:p w14:paraId="563C85CD" w14:textId="77777777" w:rsidR="009934EA" w:rsidRDefault="009934EA" w:rsidP="00FE603E">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6AE5DAB1" w14:textId="77777777" w:rsidR="009934EA" w:rsidRDefault="009934EA" w:rsidP="00FE603E">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14:paraId="0F03B49C" w14:textId="77777777" w:rsidR="009934EA" w:rsidRDefault="009934EA" w:rsidP="00FE603E">
      <w:pPr>
        <w:numPr>
          <w:ilvl w:val="0"/>
          <w:numId w:val="1"/>
        </w:numPr>
      </w:pPr>
      <w:r>
        <w:t>Warstwa odcinająca - warstwa stosowana w celu uniemożliwienia przenikania cząstek drobnych gruntu do warstwy nawierzchni leżącej powyżej.</w:t>
      </w:r>
    </w:p>
    <w:p w14:paraId="1C348556" w14:textId="77777777" w:rsidR="009934EA" w:rsidRDefault="009934EA" w:rsidP="00FE603E">
      <w:pPr>
        <w:numPr>
          <w:ilvl w:val="0"/>
          <w:numId w:val="1"/>
        </w:numPr>
        <w:spacing w:after="60"/>
        <w:ind w:left="288" w:hanging="288"/>
      </w:pPr>
      <w:r>
        <w:t>Warstwa odsączająca - warstwa służąca do odprowadzenia wody przedostającej się do nawierzchni.</w:t>
      </w:r>
    </w:p>
    <w:p w14:paraId="25EC04B8" w14:textId="77777777" w:rsidR="009934EA" w:rsidRDefault="009934EA">
      <w:pPr>
        <w:pStyle w:val="tekstost"/>
        <w:tabs>
          <w:tab w:val="left" w:pos="624"/>
        </w:tabs>
        <w:spacing w:before="60" w:after="60"/>
      </w:pPr>
      <w:r>
        <w:rPr>
          <w:b/>
        </w:rPr>
        <w:t>1.4.21.</w:t>
      </w:r>
      <w:r>
        <w:tab/>
        <w:t>Niweleta - wysokościowe i geometryczne rozwinięcie na płaszczyźnie pionowego przekroju w osi drogi lub obiektu mostowego.</w:t>
      </w:r>
    </w:p>
    <w:p w14:paraId="6A7DBD77" w14:textId="77777777" w:rsidR="009934EA" w:rsidRDefault="009934EA">
      <w:pPr>
        <w:pStyle w:val="tekstost"/>
        <w:tabs>
          <w:tab w:val="left" w:pos="624"/>
        </w:tabs>
        <w:spacing w:before="60" w:after="60"/>
      </w:pPr>
      <w:r>
        <w:rPr>
          <w:b/>
        </w:rPr>
        <w:t>1.4.22.</w:t>
      </w:r>
      <w:r>
        <w:tab/>
        <w:t>Obiekt mostowy - most, wiadukt, estakada, tunel, kładka dla pieszych i przepust.</w:t>
      </w:r>
    </w:p>
    <w:p w14:paraId="74DA6807" w14:textId="77777777" w:rsidR="009934EA" w:rsidRDefault="009934EA">
      <w:pPr>
        <w:pStyle w:val="tekstost"/>
        <w:tabs>
          <w:tab w:val="left" w:pos="624"/>
        </w:tabs>
        <w:spacing w:before="60" w:after="60"/>
      </w:pPr>
      <w:r>
        <w:rPr>
          <w:b/>
        </w:rPr>
        <w:t>1.4.23.</w:t>
      </w:r>
      <w:r>
        <w:tab/>
        <w:t>Objazd tymczasowy - droga specjalnie przygotowana i odpowiednio utrzymana do przeprowadzenia ruchu publicznego na okres budowy.</w:t>
      </w:r>
    </w:p>
    <w:p w14:paraId="79D5C0A9" w14:textId="77777777" w:rsidR="009934EA" w:rsidRDefault="009934EA">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14:paraId="184D17CC" w14:textId="77777777" w:rsidR="009934EA" w:rsidRDefault="009934EA">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60969F16" w14:textId="77777777" w:rsidR="009934EA" w:rsidRDefault="009934EA">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14:paraId="0D61EEC1" w14:textId="77777777" w:rsidR="009934EA" w:rsidRDefault="009934EA">
      <w:pPr>
        <w:pStyle w:val="tekstost"/>
        <w:tabs>
          <w:tab w:val="left" w:pos="624"/>
        </w:tabs>
        <w:spacing w:before="60" w:after="60"/>
      </w:pPr>
      <w:r>
        <w:rPr>
          <w:b/>
        </w:rPr>
        <w:t>1.4.27.</w:t>
      </w:r>
      <w:r>
        <w:tab/>
        <w:t>Podłoże nawierzchni - grunt rodzimy lub nasypowy, leżący pod nawierzchnią do głębokości przemarzania.</w:t>
      </w:r>
    </w:p>
    <w:p w14:paraId="01111AD7" w14:textId="77777777" w:rsidR="009934EA" w:rsidRDefault="009934EA">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14:paraId="083F4A7A" w14:textId="77777777" w:rsidR="009934EA" w:rsidRDefault="009934EA">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14:paraId="7F18EFC7" w14:textId="77777777" w:rsidR="009934EA" w:rsidRDefault="009934EA">
      <w:pPr>
        <w:pStyle w:val="tekstost"/>
        <w:tabs>
          <w:tab w:val="left" w:pos="624"/>
        </w:tabs>
        <w:spacing w:before="60" w:after="60"/>
      </w:pPr>
      <w:r>
        <w:rPr>
          <w:b/>
        </w:rPr>
        <w:t>1.4.30.</w:t>
      </w:r>
      <w:r>
        <w:tab/>
        <w:t>Projektant - uprawniona osoba prawna lub fizyczna będąca autorem dokumentacji projektowej.</w:t>
      </w:r>
    </w:p>
    <w:p w14:paraId="7AB3993E" w14:textId="77777777" w:rsidR="009934EA" w:rsidRDefault="009934EA">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14:paraId="570ACFFD" w14:textId="77777777" w:rsidR="009934EA" w:rsidRDefault="009934EA">
      <w:pPr>
        <w:pStyle w:val="tekstost"/>
        <w:tabs>
          <w:tab w:val="left" w:pos="624"/>
        </w:tabs>
        <w:spacing w:before="60" w:after="60"/>
      </w:pPr>
      <w:r>
        <w:rPr>
          <w:b/>
        </w:rPr>
        <w:lastRenderedPageBreak/>
        <w:t>1.4.32.</w:t>
      </w:r>
      <w:r>
        <w:tab/>
        <w:t>Przepust – budowla o przekroju poprzecznym zamkniętym, przeznaczona do przeprowadzenia cieku, szlaku wędrówek zwierząt dziko żyjących lub urządzeń technicznych przez korpus drogowy.</w:t>
      </w:r>
    </w:p>
    <w:p w14:paraId="54DA0F79" w14:textId="3A408089" w:rsidR="009934EA" w:rsidRDefault="009934EA">
      <w:pPr>
        <w:pStyle w:val="tekstost"/>
        <w:tabs>
          <w:tab w:val="left" w:pos="624"/>
        </w:tabs>
        <w:spacing w:before="60" w:after="60"/>
      </w:pPr>
      <w:r>
        <w:rPr>
          <w:b/>
        </w:rPr>
        <w:t>1.4.33.</w:t>
      </w:r>
      <w:r>
        <w:tab/>
        <w:t xml:space="preserve">Przeszkoda naturalna - element środowiska naturalnego, stanowiący utrudnienie </w:t>
      </w:r>
      <w:r w:rsidR="00CC268D">
        <w:br/>
      </w:r>
      <w:r>
        <w:t>w realizacji zadania budowlanego, na przykład dolina, bagno, rzeka, szlak wędrówek dzikich zwierząt itp.</w:t>
      </w:r>
    </w:p>
    <w:p w14:paraId="4C908ABE" w14:textId="77777777" w:rsidR="009934EA" w:rsidRDefault="009934EA">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14:paraId="6027898B" w14:textId="77777777" w:rsidR="009934EA" w:rsidRDefault="009934EA">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14:paraId="67D47043" w14:textId="77777777" w:rsidR="009934EA" w:rsidRDefault="009934EA">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14:paraId="5BE3A137" w14:textId="77777777" w:rsidR="009934EA" w:rsidRDefault="009934EA">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14:paraId="46ACA3E1" w14:textId="77777777" w:rsidR="009934EA" w:rsidRDefault="009934EA">
      <w:pPr>
        <w:pStyle w:val="tekstost"/>
        <w:tabs>
          <w:tab w:val="left" w:pos="624"/>
        </w:tabs>
        <w:spacing w:before="60" w:after="60"/>
      </w:pPr>
      <w:r>
        <w:rPr>
          <w:b/>
        </w:rPr>
        <w:t>1.4.38.</w:t>
      </w:r>
      <w:r>
        <w:tab/>
        <w:t>Rozpiętość teoretyczna - odległość między punktami podparcia (łożyskami), przęsła mostowego.</w:t>
      </w:r>
    </w:p>
    <w:p w14:paraId="6817D3F7" w14:textId="77777777" w:rsidR="009934EA" w:rsidRDefault="009934EA">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14:paraId="752B93C7" w14:textId="77777777" w:rsidR="009934EA" w:rsidRDefault="009934EA">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23D12C76" w14:textId="77777777" w:rsidR="009934EA" w:rsidRDefault="009934EA">
      <w:pPr>
        <w:pStyle w:val="tekstost"/>
        <w:tabs>
          <w:tab w:val="left" w:pos="624"/>
        </w:tabs>
        <w:spacing w:before="60" w:after="60"/>
      </w:pPr>
      <w:r>
        <w:rPr>
          <w:b/>
        </w:rPr>
        <w:t>1.4.41.</w:t>
      </w:r>
      <w:r>
        <w:tab/>
        <w:t>Ślepy kosztorys - wykaz robót z podaniem ich ilości (przedmiarem) w kolejności technologicznej ich wykonania.</w:t>
      </w:r>
    </w:p>
    <w:p w14:paraId="2AA36563" w14:textId="77777777" w:rsidR="009934EA" w:rsidRDefault="009934EA">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14:paraId="59755B7C" w14:textId="77777777" w:rsidR="009934EA" w:rsidRDefault="009934EA">
      <w:pPr>
        <w:pStyle w:val="tekstost"/>
        <w:tabs>
          <w:tab w:val="left" w:pos="624"/>
        </w:tabs>
        <w:spacing w:before="60" w:after="60"/>
      </w:pPr>
      <w:r>
        <w:rPr>
          <w:b/>
        </w:rPr>
        <w:t>1.4.43.</w:t>
      </w:r>
      <w:r>
        <w:tab/>
        <w:t>Tunel - obiekt zagłębiony poniżej poziomu terenu dla zapewnienia komunikacji drogowej i ruchu pieszego.</w:t>
      </w:r>
    </w:p>
    <w:p w14:paraId="064379B2" w14:textId="77777777" w:rsidR="009934EA" w:rsidRDefault="009934EA">
      <w:pPr>
        <w:pStyle w:val="tekstost"/>
        <w:tabs>
          <w:tab w:val="left" w:pos="624"/>
        </w:tabs>
        <w:spacing w:before="60" w:after="60"/>
      </w:pPr>
      <w:r>
        <w:rPr>
          <w:b/>
        </w:rPr>
        <w:t>1.4.44.</w:t>
      </w:r>
      <w:r>
        <w:tab/>
        <w:t>Wiadukt - obiekt zbudowany nad linią kolejową lub inną drogą dla bezkolizyjnego zapewnienia komunikacji drogowej i ruchu pieszego.</w:t>
      </w:r>
    </w:p>
    <w:p w14:paraId="65A04661" w14:textId="578FE115" w:rsidR="009934EA" w:rsidRDefault="009934EA">
      <w:pPr>
        <w:pStyle w:val="tekstost"/>
        <w:tabs>
          <w:tab w:val="left" w:pos="624"/>
        </w:tabs>
        <w:spacing w:before="60"/>
      </w:pPr>
      <w:r>
        <w:rPr>
          <w:b/>
        </w:rPr>
        <w:t>1.4.45.</w:t>
      </w:r>
      <w:r>
        <w:tab/>
        <w:t xml:space="preserve">Zadanie budowlane - część przedsięwzięcia budowlanego, stanowiąca odrębną całość konstrukcyjną lub technologiczną, zdolną do samodzielnego pełnienia funkcji techniczno-użytkowych. Zadanie może polegać na wykonywaniu robót związanych </w:t>
      </w:r>
      <w:r w:rsidR="00CC268D">
        <w:br/>
      </w:r>
      <w:r>
        <w:t>z budową, modernizacją/ przebudową, utrzymaniem oraz ochroną budowli drogowej lub jej elementu.</w:t>
      </w:r>
    </w:p>
    <w:p w14:paraId="50B8D13A" w14:textId="77777777" w:rsidR="009934EA" w:rsidRDefault="009934EA">
      <w:pPr>
        <w:pStyle w:val="Nagwek2"/>
      </w:pPr>
      <w:r>
        <w:t>1.5. Ogólne wymagania dotyczące robót</w:t>
      </w:r>
    </w:p>
    <w:p w14:paraId="5D3F7DAD" w14:textId="45BAD040" w:rsidR="009934EA" w:rsidRDefault="009934EA">
      <w:pPr>
        <w:spacing w:after="60"/>
      </w:pPr>
      <w:r>
        <w:tab/>
        <w:t xml:space="preserve">Wykonawca jest odpowiedzialny za jakość wykonanych robót, bezpieczeństwo wszelkich czynności na terenie budowy, metody użyte przy budowie oraz za ich zgodność </w:t>
      </w:r>
      <w:r w:rsidR="00CC268D">
        <w:br/>
      </w:r>
      <w:r>
        <w:t>z dokumentacją projektową, SST i poleceniami Inżyniera/Kierownika projektu.</w:t>
      </w:r>
    </w:p>
    <w:p w14:paraId="67C54D5B" w14:textId="77777777" w:rsidR="009934EA" w:rsidRDefault="009934EA">
      <w:pPr>
        <w:pStyle w:val="Nagwek3"/>
      </w:pPr>
      <w:r>
        <w:rPr>
          <w:b/>
        </w:rPr>
        <w:lastRenderedPageBreak/>
        <w:t>1.5.1.</w:t>
      </w:r>
      <w:r>
        <w:t xml:space="preserve"> Przekazanie terenu budowy</w:t>
      </w:r>
    </w:p>
    <w:p w14:paraId="17359166" w14:textId="2AD3F720" w:rsidR="009934EA" w:rsidRDefault="009934EA">
      <w:pPr>
        <w:spacing w:before="60"/>
      </w:pPr>
      <w:r>
        <w:tab/>
        <w:t xml:space="preserve">Zamawiający w terminie określonym w dokumentach kontraktowych przekaże Wykonawcy teren budowy wraz ze wszystkimi wymaganymi uzgodnieniami prawnymi </w:t>
      </w:r>
      <w:r w:rsidR="00CC268D">
        <w:br/>
      </w:r>
      <w:r>
        <w:t>i administracyjnymi, lokalizację i współrzędne punktów głównych trasy oraz reperów, dziennik budowy oraz dwa egzemplarze dokumentacji projektowej i dwa komplety SST.</w:t>
      </w:r>
    </w:p>
    <w:p w14:paraId="7D17BAC3" w14:textId="77777777" w:rsidR="009934EA" w:rsidRDefault="009934EA">
      <w:pPr>
        <w:spacing w:after="60"/>
      </w:pPr>
      <w:r>
        <w:tab/>
        <w:t>Na Wykonawcy spoczywa odpowiedzialność za ochronę przekazanych mu punktów pomiarowych do chwili odbioru ostatecznego robót. Uszkodzone lub zniszczone znaki geodezyjne Wykonawca odtworzy i utrwali na własny koszt.</w:t>
      </w:r>
    </w:p>
    <w:p w14:paraId="1264BA56" w14:textId="77777777" w:rsidR="009934EA" w:rsidRDefault="009934EA">
      <w:pPr>
        <w:pStyle w:val="Nagwek3"/>
      </w:pPr>
      <w:r>
        <w:rPr>
          <w:b/>
        </w:rPr>
        <w:t>1.5.2.</w:t>
      </w:r>
      <w:r>
        <w:t xml:space="preserve"> Dokumentacja projektowa</w:t>
      </w:r>
    </w:p>
    <w:p w14:paraId="3D4D3382" w14:textId="77777777" w:rsidR="009934EA" w:rsidRDefault="009934EA">
      <w:pPr>
        <w:spacing w:before="60"/>
      </w:pPr>
      <w:r>
        <w:tab/>
        <w:t>Dokumentacja projektowa będzie zawierać rysunki, obliczenia i dokumenty, zgodne z wykazem podanym w szczegółowych warunkach umowy, uwzględniającym podział na dokumentację projektową:</w:t>
      </w:r>
    </w:p>
    <w:p w14:paraId="55BDD9E4" w14:textId="77777777" w:rsidR="009934EA" w:rsidRDefault="009934EA" w:rsidP="00FE603E">
      <w:pPr>
        <w:numPr>
          <w:ilvl w:val="0"/>
          <w:numId w:val="2"/>
        </w:numPr>
      </w:pPr>
      <w:r>
        <w:t>Zamawiającego; wykaz pozycji, które stanowią przetargową dokumentację projektową oraz projektową dokumentację wykonawczą (techniczną) i zostaną przekazane Wykonawcy,</w:t>
      </w:r>
    </w:p>
    <w:p w14:paraId="6F5CED98" w14:textId="77777777" w:rsidR="009934EA" w:rsidRDefault="009934EA" w:rsidP="00FE603E">
      <w:pPr>
        <w:numPr>
          <w:ilvl w:val="0"/>
          <w:numId w:val="2"/>
        </w:numPr>
        <w:spacing w:after="60"/>
        <w:ind w:left="288" w:hanging="288"/>
      </w:pPr>
      <w:r>
        <w:t>Wykonawcy; wykaz zawierający spis dokumentacji projektowej, którą Wykonawca opracuje w ramach ceny kontraktowej.</w:t>
      </w:r>
    </w:p>
    <w:p w14:paraId="5B13E464" w14:textId="77777777" w:rsidR="009934EA" w:rsidRDefault="009934EA">
      <w:pPr>
        <w:pStyle w:val="Nagwek3"/>
      </w:pPr>
      <w:r>
        <w:rPr>
          <w:b/>
        </w:rPr>
        <w:t>1.5.3.</w:t>
      </w:r>
      <w:r>
        <w:t xml:space="preserve"> Zgodność robót z dokumentacją projektową i SST</w:t>
      </w:r>
    </w:p>
    <w:p w14:paraId="252DBA0E" w14:textId="77777777" w:rsidR="009934EA" w:rsidRDefault="009934EA">
      <w:pPr>
        <w:spacing w:before="60"/>
      </w:pPr>
      <w: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664769E0" w14:textId="77777777" w:rsidR="009934EA" w:rsidRDefault="009934EA">
      <w:r>
        <w:tab/>
        <w:t>W przypadku rozbieżności w ustaleniach poszczególnych dokumentów obowiązuje kolejność ich ważności wymieniona w „Kontraktowych warunkach ogólnych” („Ogólnych warunkach umowy”).</w:t>
      </w:r>
    </w:p>
    <w:p w14:paraId="5CB59874" w14:textId="77777777" w:rsidR="009934EA" w:rsidRDefault="009934EA">
      <w:r>
        <w:tab/>
        <w:t>Wykonawca nie może wykorzystywać błędów lub opuszczeń w dokumentach kontraktowych, a o ich wykryciu winien natychmiast powiadomić Inżyniera/Kierownika projektu, który podejmie decyzję o wprowadzeniu odpowiednich zmian i poprawek.</w:t>
      </w:r>
    </w:p>
    <w:p w14:paraId="3DA6916D" w14:textId="77777777" w:rsidR="009934EA" w:rsidRDefault="009934EA">
      <w:r>
        <w:tab/>
        <w:t>W przypadku rozbieżności, wymiary podane na piśmie są ważniejsze od wymiarów określonych na podstawie odczytu ze skali rysunku.</w:t>
      </w:r>
    </w:p>
    <w:p w14:paraId="3A25E308" w14:textId="77777777" w:rsidR="009934EA" w:rsidRDefault="009934EA">
      <w:r>
        <w:tab/>
        <w:t>Wszystkie wykonane roboty i dostarczone materiały będą zgodne z dokumentacją projektową i SST.</w:t>
      </w:r>
    </w:p>
    <w:p w14:paraId="5A837AFA" w14:textId="20BC523B" w:rsidR="009934EA" w:rsidRDefault="009934EA">
      <w:r>
        <w:tab/>
        <w:t xml:space="preserve">Dane określone w dokumentacji projektowej i w SST będą uważane za wartości docelowe, od których dopuszczalne są odchylenia w ramach określonego przedziału tolerancji. Cechy materiałów i elementów budowli muszą wykazywać zgodność </w:t>
      </w:r>
      <w:r w:rsidR="00CC268D">
        <w:br/>
      </w:r>
      <w:r>
        <w:t>z określonymi wymaganiami, a rozrzuty tych cech nie mogą przekraczać dopuszczalnego przedziału tolerancji.</w:t>
      </w:r>
    </w:p>
    <w:p w14:paraId="0111B732" w14:textId="77777777" w:rsidR="009934EA" w:rsidRDefault="009934EA">
      <w:pPr>
        <w:spacing w:after="60"/>
      </w:pPr>
      <w: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1FAD9BA2" w14:textId="77777777" w:rsidR="009934EA" w:rsidRDefault="009934EA">
      <w:pPr>
        <w:pStyle w:val="Nagwek3"/>
      </w:pPr>
      <w:r>
        <w:rPr>
          <w:b/>
        </w:rPr>
        <w:lastRenderedPageBreak/>
        <w:t>1.5.4.</w:t>
      </w:r>
      <w:r>
        <w:t xml:space="preserve"> Zabezpieczenie terenu budowy</w:t>
      </w:r>
    </w:p>
    <w:p w14:paraId="62385E9B" w14:textId="77777777" w:rsidR="009934EA" w:rsidRDefault="009934EA" w:rsidP="00FE603E">
      <w:pPr>
        <w:keepNext/>
        <w:numPr>
          <w:ilvl w:val="0"/>
          <w:numId w:val="3"/>
        </w:numPr>
        <w:spacing w:before="60" w:after="60"/>
        <w:ind w:left="288" w:hanging="288"/>
      </w:pPr>
      <w:r>
        <w:t>Roboty modernizacyjne/ przebudowa i remontowe („pod   ruchem”)</w:t>
      </w:r>
    </w:p>
    <w:p w14:paraId="279253F6" w14:textId="77777777" w:rsidR="009934EA" w:rsidRDefault="009934EA">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33ABD8E3" w14:textId="77777777" w:rsidR="009934EA" w:rsidRDefault="009934EA">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62AC521B" w14:textId="77777777" w:rsidR="009934EA" w:rsidRDefault="009934EA">
      <w:r>
        <w:tab/>
        <w:t>W czasie wykonywania robót Wykonawca dostarczy, zainstaluje i będzie obsługiwał wszystkie tymczasowe urządzenia zabezpieczające takie jak: zapory, światła ostrzegawcze, sygnały, itp., zapewniając w ten sposób bezpieczeństwo pojazdów i pieszych.</w:t>
      </w:r>
    </w:p>
    <w:p w14:paraId="07D6C741" w14:textId="73AB5F79" w:rsidR="009934EA" w:rsidRDefault="009934EA">
      <w:r>
        <w:tab/>
        <w:t xml:space="preserve">Wykonawca zapewni stałe warunki widoczności w dzień i w nocy tych zapór </w:t>
      </w:r>
      <w:r w:rsidR="00CC268D">
        <w:br/>
      </w:r>
      <w:r>
        <w:t>i znaków, dla których jest to nieodzowne ze względów bezpieczeństwa.</w:t>
      </w:r>
    </w:p>
    <w:p w14:paraId="55A6BC3D" w14:textId="77777777" w:rsidR="009934EA" w:rsidRDefault="009934EA">
      <w:r>
        <w:tab/>
        <w:t>Wszystkie znaki, zapory i inne urządzenia zabezpieczające będą akceptowane przez Inżyniera/Kierownika projektu.</w:t>
      </w:r>
    </w:p>
    <w:p w14:paraId="78904FC4" w14:textId="77777777" w:rsidR="009934EA" w:rsidRDefault="009934EA">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535109B7" w14:textId="77777777" w:rsidR="009934EA" w:rsidRDefault="009934EA">
      <w:r>
        <w:tab/>
        <w:t>Koszt zabezpieczenia terenu budowy nie podlega odrębnej zapłacie i przyjmuje się, że jest włączony w cenę kontraktową.</w:t>
      </w:r>
    </w:p>
    <w:p w14:paraId="66EE8087" w14:textId="77777777" w:rsidR="009934EA" w:rsidRDefault="009934EA" w:rsidP="00FE603E">
      <w:pPr>
        <w:numPr>
          <w:ilvl w:val="0"/>
          <w:numId w:val="4"/>
        </w:numPr>
        <w:spacing w:before="60" w:after="60"/>
        <w:ind w:left="288" w:hanging="288"/>
      </w:pPr>
      <w:r>
        <w:t>Roboty o charakterze inwestycyjnym</w:t>
      </w:r>
    </w:p>
    <w:p w14:paraId="66C5AD15" w14:textId="77777777" w:rsidR="009934EA" w:rsidRDefault="009934EA">
      <w:r>
        <w:tab/>
        <w:t>Wykonawca jest zobowiązany do zabezpieczenia terenu budowy w okresie trwania realizacji kontraktu aż do zakończenia i odbioru ostatecznego robót.</w:t>
      </w:r>
    </w:p>
    <w:p w14:paraId="488DEA00" w14:textId="77777777" w:rsidR="009934EA" w:rsidRDefault="009934EA">
      <w:r>
        <w:tab/>
        <w:t>Wykonawca dostarczy, zainstaluje i będzie utrzymywać tymczasowe urządzenia zabezpieczające, w tym: ogrodzenia, poręcze, oświetlenie, sygnały i znaki ostrzegawcze oraz  wszelkie inne środki niezbędne do ochrony robót, wygody społeczności i innych.</w:t>
      </w:r>
    </w:p>
    <w:p w14:paraId="0756E702" w14:textId="77777777" w:rsidR="009934EA" w:rsidRDefault="009934EA">
      <w:r>
        <w:tab/>
        <w:t>W miejscach przylegających do dróg otwartych dla ruchu, Wykonawca ogrodzi lub wyraźnie oznakuje teren budowy, w sposób uzgodniony z Inżynierem/Kierownikiem projektu.</w:t>
      </w:r>
    </w:p>
    <w:p w14:paraId="2BE8E582" w14:textId="77777777" w:rsidR="009934EA" w:rsidRDefault="009934EA">
      <w:r>
        <w:tab/>
        <w:t>Wjazdy i wyjazdy z terenu budowy przeznaczone dla pojazdów i maszyn pracujących przy realizacji robót, Wykonawca odpowiednio oznakuje w sposób uzgodniony z Inżynierem/Kierownikiem projektu.</w:t>
      </w:r>
    </w:p>
    <w:p w14:paraId="20B98565" w14:textId="77777777" w:rsidR="009934EA" w:rsidRDefault="009934EA">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083F2D04" w14:textId="77777777" w:rsidR="009934EA" w:rsidRDefault="009934EA">
      <w:pPr>
        <w:spacing w:after="60"/>
      </w:pPr>
      <w:r>
        <w:lastRenderedPageBreak/>
        <w:tab/>
        <w:t>Koszt zabezpieczenia terenu budowy nie podlega odrębnej zapłacie i przyjmuje się, że jest włączony w cenę kontraktową.</w:t>
      </w:r>
    </w:p>
    <w:p w14:paraId="7AAEA434" w14:textId="77777777" w:rsidR="009934EA" w:rsidRDefault="009934EA">
      <w:pPr>
        <w:pStyle w:val="Nagwek3"/>
      </w:pPr>
      <w:r>
        <w:rPr>
          <w:b/>
        </w:rPr>
        <w:t>1.5.5.</w:t>
      </w:r>
      <w:r>
        <w:t xml:space="preserve"> Ochrona środowiska w czasie wykonywania robót</w:t>
      </w:r>
    </w:p>
    <w:p w14:paraId="18DE501C" w14:textId="77777777" w:rsidR="009934EA" w:rsidRDefault="009934EA">
      <w:pPr>
        <w:spacing w:before="60"/>
      </w:pPr>
      <w:r>
        <w:tab/>
        <w:t>Wykonawca ma obowiązek znać i stosować w czasie prowadzenia robót wszelkie przepisy dotyczące ochrony środowiska naturalnego.</w:t>
      </w:r>
    </w:p>
    <w:p w14:paraId="23B40755" w14:textId="77777777" w:rsidR="009934EA" w:rsidRDefault="009934EA">
      <w:r>
        <w:tab/>
        <w:t>W okresie trwania budowy i wykańczania robót Wykonawca będzie:</w:t>
      </w:r>
    </w:p>
    <w:p w14:paraId="4C8A1475" w14:textId="77777777" w:rsidR="009934EA" w:rsidRDefault="009934EA" w:rsidP="00FE603E">
      <w:pPr>
        <w:numPr>
          <w:ilvl w:val="0"/>
          <w:numId w:val="5"/>
        </w:numPr>
      </w:pPr>
      <w:r>
        <w:t>utrzymywać teren budowy i wykopy w stanie bez wody stojącej,</w:t>
      </w:r>
    </w:p>
    <w:p w14:paraId="683F9867" w14:textId="48A98F79" w:rsidR="009934EA" w:rsidRDefault="009934EA" w:rsidP="00FE603E">
      <w:pPr>
        <w:numPr>
          <w:ilvl w:val="0"/>
          <w:numId w:val="5"/>
        </w:numPr>
      </w:pPr>
      <w:r>
        <w:t xml:space="preserve">podejmować wszelkie uzasadnione kroki mające na celu stosowanie się do przepisów </w:t>
      </w:r>
      <w:r w:rsidR="00CC268D">
        <w:br/>
      </w:r>
      <w:r>
        <w:t xml:space="preserve">i norm dotyczących ochrony środowiska na terenie i wokół terenu budowy oraz będzie unikać uszkodzeń lub uciążliwości dla osób lub dóbr publicznych i innych, </w:t>
      </w:r>
      <w:r w:rsidR="00CC268D">
        <w:br/>
      </w:r>
      <w:r>
        <w:t xml:space="preserve">a wynikających z nadmiernego hałasu, wibracji, zanieczyszczenia lub innych przyczyn powstałych w następstwie jego sposobu działania. </w:t>
      </w:r>
    </w:p>
    <w:p w14:paraId="6AC6A7B1" w14:textId="77777777" w:rsidR="009934EA" w:rsidRDefault="009934EA">
      <w:pPr>
        <w:ind w:left="283" w:firstLine="426"/>
      </w:pPr>
      <w:r>
        <w:t>Stosując się do tych wymagań będzie miał szczególny wzgląd na:</w:t>
      </w:r>
    </w:p>
    <w:p w14:paraId="621C304D" w14:textId="77777777" w:rsidR="009934EA" w:rsidRDefault="009934EA" w:rsidP="00FE603E">
      <w:pPr>
        <w:numPr>
          <w:ilvl w:val="0"/>
          <w:numId w:val="6"/>
        </w:numPr>
      </w:pPr>
      <w:r>
        <w:t>lokalizację baz, warsztatów, magazynów, składowisk, ukopów i dróg dojazdowych,</w:t>
      </w:r>
    </w:p>
    <w:p w14:paraId="6E75F5AD" w14:textId="77777777" w:rsidR="009934EA" w:rsidRDefault="009934EA" w:rsidP="00FE603E">
      <w:pPr>
        <w:numPr>
          <w:ilvl w:val="0"/>
          <w:numId w:val="6"/>
        </w:numPr>
      </w:pPr>
      <w:r>
        <w:t>środki ostrożności i zabezpieczenia przed:</w:t>
      </w:r>
    </w:p>
    <w:p w14:paraId="3E5EE9C8" w14:textId="77777777" w:rsidR="009934EA" w:rsidRDefault="009934EA" w:rsidP="00FE603E">
      <w:pPr>
        <w:numPr>
          <w:ilvl w:val="0"/>
          <w:numId w:val="7"/>
        </w:numPr>
      </w:pPr>
      <w:r>
        <w:t>zanieczyszczeniem zbiorników i cieków wodnych pyłami lub substancjami toksycznymi,</w:t>
      </w:r>
    </w:p>
    <w:p w14:paraId="5A3B61EA" w14:textId="77777777" w:rsidR="009934EA" w:rsidRDefault="009934EA" w:rsidP="00FE603E">
      <w:pPr>
        <w:numPr>
          <w:ilvl w:val="0"/>
          <w:numId w:val="7"/>
        </w:numPr>
      </w:pPr>
      <w:r>
        <w:t>zanieczyszczeniem powietrza pyłami i gazami,</w:t>
      </w:r>
    </w:p>
    <w:p w14:paraId="33283A0E" w14:textId="77777777" w:rsidR="009934EA" w:rsidRDefault="009934EA" w:rsidP="00FE603E">
      <w:pPr>
        <w:numPr>
          <w:ilvl w:val="0"/>
          <w:numId w:val="7"/>
        </w:numPr>
        <w:spacing w:after="60"/>
        <w:ind w:left="568" w:hanging="284"/>
      </w:pPr>
      <w:r>
        <w:t>możliwością powstania pożaru.</w:t>
      </w:r>
    </w:p>
    <w:p w14:paraId="29480214" w14:textId="77777777" w:rsidR="009934EA" w:rsidRDefault="009934EA">
      <w:pPr>
        <w:pStyle w:val="Nagwek3"/>
      </w:pPr>
      <w:r>
        <w:rPr>
          <w:b/>
        </w:rPr>
        <w:t>1.5.6.</w:t>
      </w:r>
      <w:r>
        <w:t xml:space="preserve"> Ochrona przeciwpożarowa</w:t>
      </w:r>
    </w:p>
    <w:p w14:paraId="4A848EAF" w14:textId="77777777" w:rsidR="009934EA" w:rsidRDefault="009934EA">
      <w:pPr>
        <w:spacing w:before="60"/>
      </w:pPr>
      <w:r>
        <w:tab/>
        <w:t>Wykonawca będzie przestrzegać przepisy ochrony przeciwpożarowej.</w:t>
      </w:r>
    </w:p>
    <w:p w14:paraId="5A62AC1C" w14:textId="77777777" w:rsidR="009934EA" w:rsidRDefault="009934EA">
      <w:r>
        <w:tab/>
        <w:t>Wykonawca będzie utrzymywać, wymagany na podstawie odpowiednich przepisów sprawny sprzęt przeciwpożarowy, na terenie baz produkcyjnych, w pomieszczeniach biurowych, mieszkalnych, magazynach oraz w maszynach i pojazdach.</w:t>
      </w:r>
    </w:p>
    <w:p w14:paraId="16719487" w14:textId="77777777" w:rsidR="009934EA" w:rsidRDefault="009934EA">
      <w:r>
        <w:tab/>
        <w:t>Materiały łatwopalne będą składowane w sposób zgodny z odpowiednimi przepisami i zabezpieczone przed dostępem osób trzecich.</w:t>
      </w:r>
    </w:p>
    <w:p w14:paraId="1E5BB72B" w14:textId="77777777" w:rsidR="009934EA" w:rsidRDefault="009934EA">
      <w:pPr>
        <w:spacing w:after="60"/>
      </w:pPr>
      <w:r>
        <w:tab/>
        <w:t>Wykonawca będzie odpowiedzialny za wszelkie straty spowodowane pożarem wywołanym jako rezultat realizacji robót albo przez personel Wykonawcy.</w:t>
      </w:r>
    </w:p>
    <w:p w14:paraId="3F8EA1F8" w14:textId="77777777" w:rsidR="009934EA" w:rsidRDefault="009934EA">
      <w:pPr>
        <w:pStyle w:val="Nagwek3"/>
      </w:pPr>
      <w:r>
        <w:rPr>
          <w:b/>
        </w:rPr>
        <w:t>1.5.7.</w:t>
      </w:r>
      <w:r>
        <w:t xml:space="preserve"> Materiały szkodliwe dla otoczenia</w:t>
      </w:r>
    </w:p>
    <w:p w14:paraId="5DE88D85" w14:textId="77777777" w:rsidR="009934EA" w:rsidRDefault="009934EA">
      <w:pPr>
        <w:spacing w:before="60"/>
      </w:pPr>
      <w:r>
        <w:tab/>
        <w:t>Materiały, które w sposób trwały są szkodliwe dla otoczenia, nie będą dopuszczone do użycia.</w:t>
      </w:r>
    </w:p>
    <w:p w14:paraId="3D8A0CC5" w14:textId="2BF1F89D" w:rsidR="009934EA" w:rsidRDefault="009934EA">
      <w:r>
        <w:tab/>
        <w:t xml:space="preserve">Nie dopuszcza się użycia materiałów wywołujących szkodliwe promieniowanie </w:t>
      </w:r>
      <w:r w:rsidR="00CC268D">
        <w:br/>
      </w:r>
      <w:r>
        <w:t>o stężeniu większym od dopuszczalnego, określonego odpowiednimi przepisami.</w:t>
      </w:r>
    </w:p>
    <w:p w14:paraId="7418B928" w14:textId="77777777" w:rsidR="009934EA" w:rsidRDefault="009934EA">
      <w:r>
        <w:tab/>
        <w:t>Wszelkie materiały odpadowe użyte do robót będą miały aprobatę techniczną wydaną przez uprawnioną jednostkę, jednoznacznie określającą brak szkodliwego oddziaływania tych materiałów na środowisko.</w:t>
      </w:r>
    </w:p>
    <w:p w14:paraId="73841A54" w14:textId="77777777" w:rsidR="009934EA" w:rsidRDefault="009934EA">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2DF310D0" w14:textId="77777777" w:rsidR="009934EA" w:rsidRDefault="009934EA">
      <w:pPr>
        <w:spacing w:after="60"/>
      </w:pPr>
      <w:r>
        <w:tab/>
        <w:t>Jeżeli Wykonawca użył materiałów szkodliwych dla otoczenia zgodnie ze specyfikacjami, a ich użycie spowodowało jakiekolwiek zagrożenie środowiska, to konsekwencje tego poniesie Zamawiający.</w:t>
      </w:r>
    </w:p>
    <w:p w14:paraId="60D8BE9F" w14:textId="77777777" w:rsidR="009934EA" w:rsidRDefault="009934EA">
      <w:pPr>
        <w:pStyle w:val="Nagwek3"/>
      </w:pPr>
      <w:r>
        <w:rPr>
          <w:b/>
        </w:rPr>
        <w:lastRenderedPageBreak/>
        <w:t>1.5.8.</w:t>
      </w:r>
      <w:r>
        <w:t xml:space="preserve"> Ochrona własności publicznej i prywatnej</w:t>
      </w:r>
    </w:p>
    <w:p w14:paraId="7615C967" w14:textId="77777777" w:rsidR="009934EA" w:rsidRDefault="009934EA">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3CDC66FC" w14:textId="46A75026" w:rsidR="009934EA" w:rsidRDefault="009934EA">
      <w:pPr>
        <w:spacing w:after="60"/>
      </w:pPr>
      <w:r>
        <w:tab/>
        <w:t xml:space="preserve">Wykonawca zobowiązany jest umieścić w swoim harmonogramie rezerwę czasową dla wszelkiego rodzaju robót, które mają być wykonane w zakresie przełożenia instalacji </w:t>
      </w:r>
      <w:r w:rsidR="00CC268D">
        <w:br/>
      </w:r>
      <w:r>
        <w:t xml:space="preserve">i urządzeń podziemnych na terenie budowy i powiadomić Inżyniera/Kierownika projektu </w:t>
      </w:r>
      <w:r w:rsidR="00CC268D">
        <w:br/>
      </w:r>
      <w:r>
        <w:t xml:space="preserve">i władze lokalne o zamiarze rozpoczęcia robót. O fakcie przypadkowego uszkodzenia tych instalacji Wykonawca bezzwłocznie powiadomi Inżyniera/Kierownika projektu </w:t>
      </w:r>
      <w:r w:rsidR="00CC268D">
        <w:br/>
      </w:r>
      <w: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E67A10B" w14:textId="77777777" w:rsidR="009934EA" w:rsidRDefault="009934EA">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89A187D" w14:textId="77777777" w:rsidR="009934EA" w:rsidRDefault="009934EA">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6AAA1FB1" w14:textId="77777777" w:rsidR="009934EA" w:rsidRDefault="009934EA">
      <w:pPr>
        <w:pStyle w:val="Nagwek3"/>
      </w:pPr>
      <w:r>
        <w:rPr>
          <w:b/>
        </w:rPr>
        <w:t>1.5.9.</w:t>
      </w:r>
      <w:r>
        <w:t xml:space="preserve"> Ograniczenie obciążeń osi pojazdów</w:t>
      </w:r>
    </w:p>
    <w:p w14:paraId="1B8EB08E" w14:textId="77777777" w:rsidR="009934EA" w:rsidRDefault="009934EA">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4C17F69A" w14:textId="77777777" w:rsidR="009934EA" w:rsidRDefault="009934EA">
      <w:pPr>
        <w:pStyle w:val="Nagwek3"/>
      </w:pPr>
      <w:r>
        <w:rPr>
          <w:b/>
        </w:rPr>
        <w:t>1.5.10.</w:t>
      </w:r>
      <w:r>
        <w:t xml:space="preserve"> Bezpieczeństwo i higiena pracy</w:t>
      </w:r>
    </w:p>
    <w:p w14:paraId="4E5C4291" w14:textId="77777777" w:rsidR="009934EA" w:rsidRDefault="009934EA">
      <w:pPr>
        <w:spacing w:before="60"/>
      </w:pPr>
      <w:r>
        <w:tab/>
        <w:t>Podczas realizacji robót Wykonawca będzie przestrzegać przepisów dotyczących bezpieczeństwa i higieny pracy.</w:t>
      </w:r>
    </w:p>
    <w:p w14:paraId="44729F99" w14:textId="77777777" w:rsidR="009934EA" w:rsidRDefault="009934EA">
      <w:r>
        <w:tab/>
        <w:t>W szczególności Wykonawca ma obowiązek zadbać, aby personel nie wykonywał pracy w warunkach niebezpiecznych, szkodliwych dla zdrowia oraz nie spełniających odpowiednich wymagań sanitarnych.</w:t>
      </w:r>
    </w:p>
    <w:p w14:paraId="7C619223" w14:textId="77777777" w:rsidR="009934EA" w:rsidRDefault="009934EA">
      <w:r>
        <w:tab/>
        <w:t>Wykonawca zapewni i będzie utrzymywał wszelkie urządzenia zabezpieczające, socjalne oraz sprzęt i odpowiednią odzież dla ochrony życia i zdrowia osób zatrudnionych na budowie oraz dla zapewnienia bezpieczeństwa publicznego.</w:t>
      </w:r>
    </w:p>
    <w:p w14:paraId="46303596" w14:textId="77777777" w:rsidR="009934EA" w:rsidRDefault="009934EA">
      <w:pPr>
        <w:spacing w:after="60"/>
      </w:pPr>
      <w:r>
        <w:lastRenderedPageBreak/>
        <w:tab/>
        <w:t>Uznaje się, że wszelkie koszty związane z wypełnieniem wymagań określonych powyżej nie podlegają odrębnej zapłacie i są uwzględnione w cenie kontraktowej.</w:t>
      </w:r>
    </w:p>
    <w:p w14:paraId="4284927C" w14:textId="77777777" w:rsidR="009934EA" w:rsidRDefault="009934EA">
      <w:pPr>
        <w:pStyle w:val="Nagwek3"/>
      </w:pPr>
      <w:r>
        <w:rPr>
          <w:b/>
        </w:rPr>
        <w:t>1.5.11.</w:t>
      </w:r>
      <w:r>
        <w:t xml:space="preserve"> Ochrona i utrzymanie robót</w:t>
      </w:r>
    </w:p>
    <w:p w14:paraId="72F47476" w14:textId="1BBA8C96" w:rsidR="009934EA" w:rsidRDefault="009934EA">
      <w:pPr>
        <w:pStyle w:val="Nagwek3"/>
        <w:spacing w:after="0"/>
      </w:pPr>
      <w:r>
        <w:tab/>
      </w:r>
      <w:bookmarkStart w:id="4" w:name="_Toc412518567"/>
      <w:r>
        <w:t xml:space="preserve">Wykonawca będzie odpowiadał za ochronę robót i za wszelkie materiały </w:t>
      </w:r>
      <w:r w:rsidR="00CC268D">
        <w:br/>
      </w:r>
      <w:r>
        <w:t>i urządzenia używane do robót od daty rozpoczęcia do daty wydania potwierdzenia zakończenia robót przez Inżyniera/Kierownika projektu.</w:t>
      </w:r>
      <w:bookmarkEnd w:id="4"/>
    </w:p>
    <w:p w14:paraId="2724D5C5" w14:textId="5EB0149B" w:rsidR="009934EA" w:rsidRDefault="009934EA">
      <w:r>
        <w:tab/>
        <w:t xml:space="preserve">Wykonawca będzie utrzymywać roboty do czasu odbioru ostatecznego. Utrzymanie powinno być prowadzone w taki sposób, aby budowla drogowa lub jej elementy były </w:t>
      </w:r>
      <w:r w:rsidR="00CC268D">
        <w:br/>
      </w:r>
      <w:r>
        <w:t>w zadowalającym stanie przez cały czas, do momentu odbioru ostatecznego.</w:t>
      </w:r>
    </w:p>
    <w:p w14:paraId="4B29A6A1" w14:textId="24136E67" w:rsidR="009934EA" w:rsidRDefault="009934EA">
      <w:pPr>
        <w:spacing w:after="60"/>
      </w:pPr>
      <w:r>
        <w:tab/>
        <w:t xml:space="preserve">Jeśli Wykonawca w jakimkolwiek czasie zaniedba utrzymanie, to na polecenie Inżyniera/Kierownika projektu powinien rozpocząć roboty utrzymaniowe nie później niż </w:t>
      </w:r>
      <w:r w:rsidR="00CC268D">
        <w:br/>
      </w:r>
      <w:r>
        <w:t>w 24 godziny po otrzymaniu tego polecenia.</w:t>
      </w:r>
    </w:p>
    <w:p w14:paraId="17EA53F2" w14:textId="77777777" w:rsidR="009934EA" w:rsidRDefault="009934EA">
      <w:pPr>
        <w:pStyle w:val="Nagwek3"/>
      </w:pPr>
      <w:r>
        <w:rPr>
          <w:b/>
        </w:rPr>
        <w:t>1.5.12.</w:t>
      </w:r>
      <w:r>
        <w:t xml:space="preserve"> Stosowanie się do prawa i innych przepisów</w:t>
      </w:r>
    </w:p>
    <w:p w14:paraId="13A31C25" w14:textId="77777777" w:rsidR="009934EA" w:rsidRDefault="009934EA">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37B77E0" w14:textId="77777777" w:rsidR="009934EA" w:rsidRDefault="009934EA">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62B2D4AB" w14:textId="77777777" w:rsidR="009934EA" w:rsidRDefault="009934EA">
      <w:pPr>
        <w:spacing w:after="120"/>
      </w:pPr>
      <w:r>
        <w:rPr>
          <w:b/>
        </w:rPr>
        <w:t xml:space="preserve">1.5.13. </w:t>
      </w:r>
      <w:r>
        <w:t>Równoważność norm i zbiorów przepisów prawnych</w:t>
      </w:r>
    </w:p>
    <w:p w14:paraId="01958D8D" w14:textId="6323AA3C" w:rsidR="009934EA" w:rsidRDefault="009934EA">
      <w:pPr>
        <w:spacing w:after="120"/>
      </w:pPr>
      <w:r>
        <w:tab/>
        <w:t xml:space="preserve">Gdziekolwiek w dokumentach kontraktowych powołane są konkretne normy </w:t>
      </w:r>
      <w:r w:rsidR="00CC268D">
        <w:br/>
      </w:r>
      <w:r>
        <w:t xml:space="preserve">i przepisy, które spełniać mają materiały, sprzęt i inne towary oraz wykonane i zbadane roboty, będą obowiązywać postanowienia najnowszego wydania lub poprawionego wydania powołanych norm i przepisów o ile w warunkach kontraktu nie postanowiono inaczej. </w:t>
      </w:r>
      <w:r w:rsidR="00CC268D">
        <w:br/>
      </w:r>
      <w:r>
        <w:t>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6163FD23" w14:textId="77777777" w:rsidR="009934EA" w:rsidRDefault="009934EA">
      <w:pPr>
        <w:spacing w:after="120"/>
      </w:pPr>
      <w:r>
        <w:rPr>
          <w:b/>
        </w:rPr>
        <w:t>1.5.14.</w:t>
      </w:r>
      <w:r>
        <w:t xml:space="preserve"> Wykopaliska</w:t>
      </w:r>
    </w:p>
    <w:p w14:paraId="53F31A48" w14:textId="77777777" w:rsidR="009934EA" w:rsidRDefault="009934EA">
      <w:pPr>
        <w:spacing w:after="120"/>
      </w:pPr>
      <w:r>
        <w:tab/>
        <w:t xml:space="preserve">Wszelkie wykopaliska, monety, przedmioty wartościowe, budowle oraz inne pozostałości o znaczeniu geologicznym lub archeologicznym odkryte na terenie budowy będą uważane za własność Zamawiającego. Wykonawca zobowiązany jest powiadomić </w:t>
      </w:r>
      <w:r>
        <w:lastRenderedPageBreak/>
        <w:t>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3044170C" w14:textId="77777777" w:rsidR="009934EA" w:rsidRDefault="009934EA">
      <w:pPr>
        <w:spacing w:after="120"/>
        <w:rPr>
          <w:b/>
        </w:rPr>
      </w:pPr>
      <w:r>
        <w:rPr>
          <w:b/>
        </w:rPr>
        <w:t>1.6. Zaplecze Zamawiającego (</w:t>
      </w:r>
      <w:r>
        <w:t>o ile warunki kontraktu przewidują realizację</w:t>
      </w:r>
      <w:r>
        <w:rPr>
          <w:b/>
        </w:rPr>
        <w:t>)</w:t>
      </w:r>
    </w:p>
    <w:p w14:paraId="3F34E780" w14:textId="77777777" w:rsidR="009934EA" w:rsidRDefault="009934EA">
      <w:pPr>
        <w:spacing w:after="120"/>
      </w:pPr>
      <w:r>
        <w:rPr>
          <w:b/>
        </w:rPr>
        <w:tab/>
      </w:r>
      <w:r>
        <w:t>Wykonawca zobowiązany jest zabezpieczyć Zamawiającemu, pomieszczenia biurowe, sprzęt, transport oraz inne urządzenia towarzyszące, zgodnie z wymaganiami podanymi w D-M-00.00.01 „Zaplecze Zamawiającego”.</w:t>
      </w:r>
    </w:p>
    <w:p w14:paraId="6BA1DF8E" w14:textId="77777777" w:rsidR="009934EA" w:rsidRDefault="009934EA">
      <w:pPr>
        <w:pStyle w:val="Nagwek1"/>
      </w:pPr>
      <w:bookmarkStart w:id="5" w:name="_Toc416830699"/>
      <w:bookmarkStart w:id="6" w:name="_Toc6881280"/>
      <w:bookmarkStart w:id="7" w:name="_Toc6882153"/>
      <w:r>
        <w:t>2. MATERIAŁY</w:t>
      </w:r>
      <w:bookmarkEnd w:id="5"/>
      <w:bookmarkEnd w:id="6"/>
      <w:bookmarkEnd w:id="7"/>
    </w:p>
    <w:p w14:paraId="3C0A446B" w14:textId="77777777" w:rsidR="009934EA" w:rsidRDefault="009934EA">
      <w:pPr>
        <w:pStyle w:val="Nagwek2"/>
      </w:pPr>
      <w:r>
        <w:t>2.1. Źródła uzyskania materiałów</w:t>
      </w:r>
    </w:p>
    <w:p w14:paraId="70EFA432" w14:textId="77777777" w:rsidR="009934EA" w:rsidRDefault="009934EA">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347AFE83" w14:textId="77777777" w:rsidR="009934EA" w:rsidRDefault="009934EA">
      <w:r>
        <w:tab/>
        <w:t>Zatwierdzenie partii materiałów z danego źródła nie oznacza automatycznie, że wszelkie materiały z danego źródła uzyskają zatwierdzenie.</w:t>
      </w:r>
    </w:p>
    <w:p w14:paraId="6D82B43D" w14:textId="6A46B090" w:rsidR="009934EA" w:rsidRDefault="009934EA">
      <w:r>
        <w:tab/>
        <w:t xml:space="preserve">Wykonawca zobowiązany jest do prowadzenia badań w celu wykazania, że materiały uzyskane z dopuszczonego źródła w sposób ciągły spełniają wymagania SST </w:t>
      </w:r>
      <w:r w:rsidR="00CC268D">
        <w:br/>
      </w:r>
      <w:r>
        <w:t>w czasie realizacji robót.</w:t>
      </w:r>
    </w:p>
    <w:p w14:paraId="4A498165" w14:textId="77777777" w:rsidR="009934EA" w:rsidRDefault="009934EA">
      <w:pPr>
        <w:pStyle w:val="Nagwek2"/>
      </w:pPr>
      <w:r>
        <w:t>2.2. Pozyskiwanie materiałów miejscowych</w:t>
      </w:r>
    </w:p>
    <w:p w14:paraId="00F5D5A3" w14:textId="77777777" w:rsidR="009934EA" w:rsidRDefault="009934EA">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2118ECD" w14:textId="77777777" w:rsidR="009934EA" w:rsidRDefault="009934EA">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26A03E58" w14:textId="34F06C50" w:rsidR="009934EA" w:rsidRDefault="009934EA">
      <w:r>
        <w:tab/>
        <w:t xml:space="preserve">Wykonawca ponosi odpowiedzialność za spełnienie wymagań ilościowych </w:t>
      </w:r>
      <w:r w:rsidR="00CC268D">
        <w:br/>
      </w:r>
      <w:r>
        <w:t>i jakościowych materiałów pochodzących ze źródeł miejscowych.</w:t>
      </w:r>
    </w:p>
    <w:p w14:paraId="6C847C53" w14:textId="06781767" w:rsidR="009934EA" w:rsidRDefault="009934EA">
      <w:r>
        <w:tab/>
        <w:t xml:space="preserve">Wykonawca ponosi wszystkie koszty, z tytułu wydobycia materiałów, dzierżawy </w:t>
      </w:r>
      <w:r w:rsidR="00CC268D">
        <w:br/>
      </w:r>
      <w:r>
        <w:t>i inne jakie okażą się potrzebne w związku  z dostarczeniem materiałów do robót.</w:t>
      </w:r>
    </w:p>
    <w:p w14:paraId="31A26B7F" w14:textId="482671D5" w:rsidR="009934EA" w:rsidRDefault="009934EA">
      <w:r>
        <w:tab/>
        <w:t xml:space="preserve">Humus i nadkład czasowo zdjęte z terenu wykopów, </w:t>
      </w:r>
      <w:proofErr w:type="spellStart"/>
      <w:r>
        <w:t>dokopów</w:t>
      </w:r>
      <w:proofErr w:type="spellEnd"/>
      <w:r>
        <w:t xml:space="preserve"> i miejsc pozyskania materiałów miejscowych będą formowane w hałdy i wykorzystane przy zasypce </w:t>
      </w:r>
      <w:r w:rsidR="00CC268D">
        <w:br/>
      </w:r>
      <w:r>
        <w:t>i rekultywacji terenu po ukończeniu robót.</w:t>
      </w:r>
    </w:p>
    <w:p w14:paraId="3F02BDFB" w14:textId="05E9C0B0" w:rsidR="009934EA" w:rsidRDefault="009934EA">
      <w:r>
        <w:tab/>
        <w:t xml:space="preserve">Wszystkie odpowiednie materiały pozyskane z wykopów na terenie budowy lub </w:t>
      </w:r>
      <w:r w:rsidR="00CC268D">
        <w:br/>
      </w:r>
      <w:r>
        <w:t>z innych miejsc wskazanych w dokumentach umowy będą wykorzystane do robót lub odwiezione na odkład odpowiednio do wymagań umowy lub wskazań Inżyniera/Kierownika projektu.</w:t>
      </w:r>
    </w:p>
    <w:p w14:paraId="673F0DAA" w14:textId="77777777" w:rsidR="009934EA" w:rsidRDefault="009934EA">
      <w:r>
        <w:lastRenderedPageBreak/>
        <w:tab/>
        <w:t>Wykonawca nie będzie prowadzić żadnych wykopów w obrębie terenu budowy poza tymi, które zostały wyszczególnione w dokumentach umowy, chyba, że uzyska na to pisemną zgodę Inżyniera/Kierownika projektu.</w:t>
      </w:r>
    </w:p>
    <w:p w14:paraId="78FC1789" w14:textId="77777777" w:rsidR="009934EA" w:rsidRDefault="009934EA">
      <w:r>
        <w:tab/>
        <w:t>Eksploatacja źródeł materiałów będzie zgodna z wszelkimi regulacjami prawnymi obowiązującymi na danym obszarze.</w:t>
      </w:r>
    </w:p>
    <w:p w14:paraId="7A1FC85E" w14:textId="77777777" w:rsidR="009934EA" w:rsidRDefault="009934EA">
      <w:pPr>
        <w:pStyle w:val="Nagwek2"/>
      </w:pPr>
      <w:r>
        <w:t>2.3. Materiały nie odpowiadające wymaganiom</w:t>
      </w:r>
    </w:p>
    <w:p w14:paraId="3056CA0A" w14:textId="77777777" w:rsidR="009934EA" w:rsidRDefault="009934EA">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0C91C045" w14:textId="77777777" w:rsidR="009934EA" w:rsidRDefault="009934EA">
      <w:r>
        <w:tab/>
        <w:t>Każdy rodzaj robót, w którym znajdują się nie zbadane i nie zaakceptowane materiały, Wykonawca wykonuje na własne ryzyko, licząc się z jego nieprzyjęciem, usunięciem  i niezapłaceniem</w:t>
      </w:r>
    </w:p>
    <w:p w14:paraId="4E89DA5A" w14:textId="77777777" w:rsidR="009934EA" w:rsidRDefault="009934EA">
      <w:pPr>
        <w:pStyle w:val="Nagwek2"/>
      </w:pPr>
      <w:r>
        <w:t>2.4. Wariantowe stosowanie materiałów</w:t>
      </w:r>
    </w:p>
    <w:p w14:paraId="198A8CE2" w14:textId="77777777" w:rsidR="009934EA" w:rsidRDefault="009934EA">
      <w: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34B79F0" w14:textId="77777777" w:rsidR="009934EA" w:rsidRDefault="009934EA">
      <w:pPr>
        <w:pStyle w:val="Nagwek2"/>
      </w:pPr>
      <w:r>
        <w:t>2.5. Przechowywanie i składowanie materiałów</w:t>
      </w:r>
    </w:p>
    <w:p w14:paraId="3191E31A" w14:textId="77777777" w:rsidR="009934EA" w:rsidRDefault="009934EA">
      <w: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44C21A1D" w14:textId="77777777" w:rsidR="009934EA" w:rsidRDefault="009934EA">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657090D1" w14:textId="77777777" w:rsidR="009934EA" w:rsidRDefault="009934EA">
      <w:pPr>
        <w:pStyle w:val="Nagwek2"/>
      </w:pPr>
      <w:r>
        <w:t>2.6. Inspekcja wytwórni materiałów</w:t>
      </w:r>
    </w:p>
    <w:p w14:paraId="2A708A4D" w14:textId="7391DE46" w:rsidR="009934EA" w:rsidRDefault="009934EA">
      <w:r>
        <w:tab/>
        <w:t xml:space="preserve">Wytwórnie materiałów mogą być okresowo kontrolowane przez Inżyniera/ Kierownika projektu w celu sprawdzenia zgodności stosowanych metod produkcji </w:t>
      </w:r>
      <w:r w:rsidR="00CC268D">
        <w:br/>
      </w:r>
      <w:r>
        <w:t>z wymaganiami. Próbki materiałów mogą być pobierane w celu sprawdzenia ich właściwości. Wyniki tych kontroli będą stanowić podstawę do akceptacji określonej partii materiałów pod względem jakości.</w:t>
      </w:r>
    </w:p>
    <w:p w14:paraId="3A7686C9" w14:textId="77777777" w:rsidR="009934EA" w:rsidRDefault="009934EA">
      <w:r>
        <w:tab/>
        <w:t>W przypadku, gdy Inżynier/Kierownik projektu będzie przeprowadzał inspekcję wytwórni, muszą być spełnione następujące warunki:</w:t>
      </w:r>
    </w:p>
    <w:p w14:paraId="701DAC8D" w14:textId="77777777" w:rsidR="009934EA" w:rsidRDefault="009934EA" w:rsidP="00FE603E">
      <w:pPr>
        <w:numPr>
          <w:ilvl w:val="0"/>
          <w:numId w:val="8"/>
        </w:numPr>
      </w:pPr>
      <w:r>
        <w:t>Inżynier/Kierownik projektu będzie miał zapewnioną współpracę i pomoc Wykonawcy oraz producenta materiałów w czasie przeprowadzania inspekcji,</w:t>
      </w:r>
    </w:p>
    <w:p w14:paraId="3D718DC4" w14:textId="77777777" w:rsidR="009934EA" w:rsidRDefault="009934EA" w:rsidP="00FE603E">
      <w:pPr>
        <w:numPr>
          <w:ilvl w:val="0"/>
          <w:numId w:val="8"/>
        </w:numPr>
      </w:pPr>
      <w:r>
        <w:lastRenderedPageBreak/>
        <w:t>Inżynier/Kierownik projektu będzie miał wolny dostęp, w dowolnym czasie, do tych części wytwórni, gdzie odbywa się produkcja materiałów przeznaczonych do realizacji robót,</w:t>
      </w:r>
    </w:p>
    <w:p w14:paraId="48586B73" w14:textId="3E09286E" w:rsidR="009934EA" w:rsidRDefault="009934EA" w:rsidP="00FE603E">
      <w:pPr>
        <w:numPr>
          <w:ilvl w:val="0"/>
          <w:numId w:val="8"/>
        </w:numPr>
      </w:pPr>
      <w:r>
        <w:t xml:space="preserve">Jeżeli produkcja odbywa się w miejscu nie należącym do Wykonawcy, Wykonawca uzyska dla Inżyniera/Kierownika projektu zezwolenie dla przeprowadzenia inspekcji </w:t>
      </w:r>
      <w:r w:rsidR="00CC268D">
        <w:br/>
      </w:r>
      <w:r>
        <w:t>i badań w tych miejscach.</w:t>
      </w:r>
    </w:p>
    <w:p w14:paraId="031EED0D" w14:textId="77777777" w:rsidR="009934EA" w:rsidRDefault="009934EA">
      <w:pPr>
        <w:pStyle w:val="Nagwek1"/>
        <w:spacing w:before="240"/>
      </w:pPr>
      <w:bookmarkStart w:id="8" w:name="_Toc416830700"/>
      <w:bookmarkStart w:id="9" w:name="_Toc6881281"/>
      <w:bookmarkStart w:id="10" w:name="_Toc6882154"/>
      <w:r>
        <w:t>3. sprzęt</w:t>
      </w:r>
      <w:bookmarkEnd w:id="8"/>
      <w:bookmarkEnd w:id="9"/>
      <w:bookmarkEnd w:id="10"/>
    </w:p>
    <w:p w14:paraId="5478D022" w14:textId="0060C753" w:rsidR="009934EA" w:rsidRDefault="009934EA">
      <w: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t>
      </w:r>
      <w:r w:rsidR="00CC268D">
        <w:br/>
      </w:r>
      <w:r>
        <w:t>w wymienionych wyżej dokumentach, sprzęt powinien być uzgodniony i zaakceptowany przez Inżyniera/Kierownika projektu.</w:t>
      </w:r>
    </w:p>
    <w:p w14:paraId="39D57BF9" w14:textId="77777777" w:rsidR="009934EA" w:rsidRDefault="009934EA">
      <w:r>
        <w:tab/>
        <w:t>Liczba i wydajność sprzętu powinny gwarantować przeprowadzenie robót, zgodnie z zasadami określonymi w dokumentacji projektowej, SST i wskazaniach Inżyniera/ Kierownika projektu.</w:t>
      </w:r>
    </w:p>
    <w:p w14:paraId="4E01E536" w14:textId="77777777" w:rsidR="009934EA" w:rsidRDefault="009934EA">
      <w:r>
        <w:tab/>
        <w:t>Sprzęt będący własnością Wykonawcy lub wynajęty do wykonania robót ma być utrzymywany w dobrym stanie i gotowości do pracy. Powinien być zgodny z normami ochrony środowiska i przepisami dotyczącymi jego użytkowania.</w:t>
      </w:r>
    </w:p>
    <w:p w14:paraId="39C315B8" w14:textId="77777777" w:rsidR="009934EA" w:rsidRDefault="009934EA">
      <w:r>
        <w:tab/>
        <w:t>Wykonawca dostarczy Inżynierowi/Kierownikowi projektu kopie dokumentów potwierdzających dopuszczenie sprzętu do użytkowania i badań okresowych, tam gdzie jest to wymagane przepisami.</w:t>
      </w:r>
    </w:p>
    <w:p w14:paraId="0C250A2A" w14:textId="77777777" w:rsidR="009934EA" w:rsidRDefault="009934EA">
      <w:r>
        <w:tab/>
        <w:t>Wykonawca będzie konserwować sprzęt jak również naprawiać lub wymieniać sprzęt niesprawny.</w:t>
      </w:r>
    </w:p>
    <w:p w14:paraId="0403AA54" w14:textId="77777777" w:rsidR="009934EA" w:rsidRDefault="009934EA">
      <w: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1BAA0D6B" w14:textId="77777777" w:rsidR="009934EA" w:rsidRDefault="009934EA">
      <w:pPr>
        <w:spacing w:after="120"/>
      </w:pPr>
      <w:r>
        <w:tab/>
        <w:t>Jakikolwiek sprzęt, maszyny, urządzenia i narzędzia nie gwarantujące zachowania warunków umowy, zostaną przez Inżyniera/Kierownika projektu zdyskwalifikowane i nie dopuszczone do robót.</w:t>
      </w:r>
    </w:p>
    <w:p w14:paraId="65D17E7C" w14:textId="77777777" w:rsidR="009934EA" w:rsidRDefault="009934EA">
      <w:pPr>
        <w:pStyle w:val="Nagwek1"/>
        <w:spacing w:after="240"/>
      </w:pPr>
      <w:bookmarkStart w:id="11" w:name="_Toc416830701"/>
      <w:bookmarkStart w:id="12" w:name="_Toc6881282"/>
      <w:bookmarkStart w:id="13" w:name="_Toc6882155"/>
      <w:r>
        <w:t>4. transport</w:t>
      </w:r>
      <w:bookmarkEnd w:id="11"/>
      <w:bookmarkEnd w:id="12"/>
      <w:bookmarkEnd w:id="13"/>
    </w:p>
    <w:p w14:paraId="30EE593A" w14:textId="77777777" w:rsidR="009934EA" w:rsidRDefault="009934EA">
      <w:r>
        <w:tab/>
        <w:t>Wykonawca jest zobowiązany do stosowania jedynie takich środków transportu, które nie wpłyną niekorzystnie na jakość wykonywanych robót i właściwości przewożonych materiałów.</w:t>
      </w:r>
    </w:p>
    <w:p w14:paraId="42E1DB6A" w14:textId="1BCB79F2" w:rsidR="009934EA" w:rsidRDefault="009934EA">
      <w:r>
        <w:tab/>
        <w:t xml:space="preserve">Liczba środków transportu powinna zapewniać prowadzenie robót zgodnie </w:t>
      </w:r>
      <w:r w:rsidR="00CC268D">
        <w:br/>
      </w:r>
      <w:r>
        <w:t>z zasadami określonymi w dokumentacji projektowej, SST i wskazaniach Inżyniera/ Kierownika projektu, w terminie przewidzianym umową.</w:t>
      </w:r>
    </w:p>
    <w:p w14:paraId="6DAB4713" w14:textId="77777777" w:rsidR="009934EA" w:rsidRDefault="009934EA">
      <w:r>
        <w:tab/>
        <w:t xml:space="preserve">Przy ruchu na drogach publicznych pojazdy będą spełniać wymagania dotyczące przepisów ruchu drogowego w odniesieniu do dopuszczalnych nacisków na oś i innych </w:t>
      </w:r>
      <w:r>
        <w:lastRenderedPageBreak/>
        <w:t>parametrów technicznych. Środki transportu nie spełniające tych warunków mogą być dopuszczone przez Inżyniera/Kierownika projektu, pod warunkiem przywrócenia stanu pierwotnego użytkowanych odcinków dróg na koszt Wykonawcy.</w:t>
      </w:r>
    </w:p>
    <w:p w14:paraId="5ED28E60" w14:textId="77777777" w:rsidR="009934EA" w:rsidRDefault="009934EA">
      <w:pPr>
        <w:spacing w:after="120"/>
      </w:pPr>
      <w:r>
        <w:tab/>
        <w:t>Wykonawca będzie usuwać na bieżąco, na własny koszt, wszelkie zanieczyszczenia, uszkodzenia spowodowane jego pojazdami na drogach publicznych oraz dojazdach do terenu budowy.</w:t>
      </w:r>
    </w:p>
    <w:p w14:paraId="4EACD70F" w14:textId="77777777" w:rsidR="009934EA" w:rsidRDefault="009934EA">
      <w:pPr>
        <w:pStyle w:val="Nagwek1"/>
        <w:spacing w:after="240"/>
      </w:pPr>
      <w:bookmarkStart w:id="14" w:name="_Toc416830702"/>
      <w:bookmarkStart w:id="15" w:name="_Toc6881283"/>
      <w:bookmarkStart w:id="16" w:name="_Toc6882156"/>
      <w:r>
        <w:t>5. wykonanie robót</w:t>
      </w:r>
      <w:bookmarkEnd w:id="14"/>
      <w:bookmarkEnd w:id="15"/>
      <w:bookmarkEnd w:id="16"/>
    </w:p>
    <w:p w14:paraId="57C340A6" w14:textId="6811F4A2" w:rsidR="009934EA" w:rsidRDefault="009934EA">
      <w:pPr>
        <w:pStyle w:val="tekstost"/>
      </w:pPr>
      <w:r>
        <w:tab/>
        <w:t xml:space="preserve">Wykonawca jest odpowiedzialny za prowadzenie robót zgodnie z warunkami umowy oraz za jakość zastosowanych materiałów i wykonywanych robót, za ich zgodność </w:t>
      </w:r>
      <w:r w:rsidR="00CC268D">
        <w:br/>
      </w:r>
      <w:r>
        <w:t>z dokumentacją projektową, wymaganiami SST, PZJ, projektem organizacji robót opracowanym przez Wykonawcę oraz poleceniami Inżyniera/Kierownika projektu.</w:t>
      </w:r>
    </w:p>
    <w:p w14:paraId="78941736" w14:textId="77777777" w:rsidR="009934EA" w:rsidRDefault="009934EA">
      <w:pPr>
        <w:pStyle w:val="tekstost"/>
      </w:pPr>
      <w:r>
        <w:tab/>
        <w:t>Wykonawca jest odpowiedzialny za stosowane metody wykonywania robót.</w:t>
      </w:r>
    </w:p>
    <w:p w14:paraId="644B7CEF" w14:textId="13E2CA2A" w:rsidR="009934EA" w:rsidRDefault="009934EA">
      <w:pPr>
        <w:pStyle w:val="tekstost"/>
      </w:pPr>
      <w:r>
        <w:tab/>
        <w:t xml:space="preserve">Wykonawca jest odpowiedzialny za dokładne wytyczenie w planie i wyznaczenie wysokości wszystkich elementów robót zgodnie z wymiarami i rzędnymi określonymi </w:t>
      </w:r>
      <w:r w:rsidR="00CC268D">
        <w:br/>
      </w:r>
      <w:r>
        <w:t>w dokumentacji projektowej lub przekazanymi na piśmie przez Inżyniera/Kierownika projektu.</w:t>
      </w:r>
    </w:p>
    <w:p w14:paraId="3F04C2A7" w14:textId="77777777" w:rsidR="009934EA" w:rsidRDefault="009934EA">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34AC54BD" w14:textId="77777777" w:rsidR="009934EA" w:rsidRDefault="009934EA">
      <w:pPr>
        <w:pStyle w:val="tekstost"/>
      </w:pPr>
      <w:r>
        <w:tab/>
        <w:t>Sprawdzenie wytyczenia robót lub wyznaczenia wysokości przez Inżyniera/ Kierownika projektu nie zwalnia Wykonawcy od odpowiedzialności za ich dokładność.</w:t>
      </w:r>
    </w:p>
    <w:p w14:paraId="523BA8DB" w14:textId="7E726287" w:rsidR="009934EA" w:rsidRDefault="009934EA">
      <w:pPr>
        <w:pStyle w:val="tekstost"/>
      </w:pPr>
      <w:r>
        <w:tab/>
        <w:t xml:space="preserve">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w:t>
      </w:r>
      <w:r w:rsidR="00CC268D">
        <w:br/>
      </w:r>
      <w:r>
        <w:t>i robót, rozrzuty normalnie występujące przy produkcji i przy badaniach materiałów, doświadczenia z przeszłości, wyniki badań naukowych oraz inne czynniki wpływające na rozważaną kwestię.</w:t>
      </w:r>
    </w:p>
    <w:p w14:paraId="55C9BD5D" w14:textId="77777777" w:rsidR="009934EA" w:rsidRDefault="009934EA">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14:paraId="37727087" w14:textId="77777777" w:rsidR="009934EA" w:rsidRDefault="009934EA">
      <w:pPr>
        <w:pStyle w:val="Nagwek1"/>
      </w:pPr>
      <w:bookmarkStart w:id="17" w:name="_Toc416830703"/>
      <w:bookmarkStart w:id="18" w:name="_Toc6881284"/>
      <w:bookmarkStart w:id="19" w:name="_Toc6882157"/>
      <w:r>
        <w:t>6. kontrola jakości robót</w:t>
      </w:r>
      <w:bookmarkEnd w:id="17"/>
      <w:bookmarkEnd w:id="18"/>
      <w:bookmarkEnd w:id="19"/>
    </w:p>
    <w:p w14:paraId="3C53B96B" w14:textId="77777777" w:rsidR="009934EA" w:rsidRDefault="009934EA">
      <w:pPr>
        <w:pStyle w:val="Nagwek2"/>
      </w:pPr>
      <w:r>
        <w:t xml:space="preserve">6.1. Program zapewnienia jakości </w:t>
      </w:r>
    </w:p>
    <w:p w14:paraId="72FD178F" w14:textId="053ADADE" w:rsidR="009934EA" w:rsidRDefault="009934EA">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w:t>
      </w:r>
      <w:r w:rsidR="00CC268D">
        <w:br/>
      </w:r>
      <w:r>
        <w:t xml:space="preserve">z dokumentacją projektową, SST oraz ustaleniami. </w:t>
      </w:r>
    </w:p>
    <w:p w14:paraId="727DB30C" w14:textId="77777777" w:rsidR="009934EA" w:rsidRDefault="009934EA">
      <w:pPr>
        <w:pStyle w:val="tekstost"/>
      </w:pPr>
      <w:r>
        <w:tab/>
        <w:t>Program zapewnienia jakości powinien zawierać:</w:t>
      </w:r>
    </w:p>
    <w:p w14:paraId="5B4AB4FD" w14:textId="77777777" w:rsidR="009934EA" w:rsidRDefault="009934EA">
      <w:pPr>
        <w:pStyle w:val="tekstost"/>
      </w:pPr>
      <w:r>
        <w:t>a) część ogólną opisującą:</w:t>
      </w:r>
    </w:p>
    <w:p w14:paraId="5C0E41D3" w14:textId="77777777" w:rsidR="009934EA" w:rsidRDefault="009934EA" w:rsidP="00FE603E">
      <w:pPr>
        <w:pStyle w:val="tekstost"/>
        <w:numPr>
          <w:ilvl w:val="0"/>
          <w:numId w:val="2"/>
        </w:numPr>
        <w:ind w:left="988"/>
      </w:pPr>
      <w:r>
        <w:t>organizację wykonania robót, w tym terminy i sposób prowadzenia robót,</w:t>
      </w:r>
    </w:p>
    <w:p w14:paraId="2A00156B" w14:textId="77777777" w:rsidR="009934EA" w:rsidRDefault="009934EA" w:rsidP="00FE603E">
      <w:pPr>
        <w:pStyle w:val="tekstost"/>
        <w:numPr>
          <w:ilvl w:val="0"/>
          <w:numId w:val="2"/>
        </w:numPr>
        <w:ind w:left="988"/>
      </w:pPr>
      <w:r>
        <w:lastRenderedPageBreak/>
        <w:t>organizację ruchu na budowie wraz z oznakowaniem robót,</w:t>
      </w:r>
    </w:p>
    <w:p w14:paraId="60427493" w14:textId="77777777" w:rsidR="009934EA" w:rsidRDefault="009934EA" w:rsidP="00FE603E">
      <w:pPr>
        <w:pStyle w:val="tekstost"/>
        <w:numPr>
          <w:ilvl w:val="0"/>
          <w:numId w:val="2"/>
        </w:numPr>
        <w:ind w:left="988"/>
      </w:pPr>
      <w:r>
        <w:t>sposób zapewnienia bhp.,</w:t>
      </w:r>
    </w:p>
    <w:p w14:paraId="707F08E9" w14:textId="77777777" w:rsidR="009934EA" w:rsidRDefault="009934EA" w:rsidP="00FE603E">
      <w:pPr>
        <w:pStyle w:val="tekstost"/>
        <w:numPr>
          <w:ilvl w:val="0"/>
          <w:numId w:val="2"/>
        </w:numPr>
        <w:ind w:left="988"/>
      </w:pPr>
      <w:r>
        <w:t>wykaz zespołów roboczych, ich kwalifikacje i przygotowanie praktyczne,</w:t>
      </w:r>
    </w:p>
    <w:p w14:paraId="5485C6DB" w14:textId="77777777" w:rsidR="009934EA" w:rsidRDefault="009934EA" w:rsidP="00FE603E">
      <w:pPr>
        <w:pStyle w:val="tekstost"/>
        <w:numPr>
          <w:ilvl w:val="0"/>
          <w:numId w:val="2"/>
        </w:numPr>
        <w:ind w:left="988"/>
      </w:pPr>
      <w:r>
        <w:t>wykaz osób odpowiedzialnych za jakość i terminowość wykonania poszczególnych elementów robót,</w:t>
      </w:r>
    </w:p>
    <w:p w14:paraId="2B2AB546" w14:textId="77777777" w:rsidR="009934EA" w:rsidRDefault="009934EA" w:rsidP="00FE603E">
      <w:pPr>
        <w:pStyle w:val="tekstost"/>
        <w:numPr>
          <w:ilvl w:val="0"/>
          <w:numId w:val="2"/>
        </w:numPr>
        <w:ind w:left="988"/>
      </w:pPr>
      <w:r>
        <w:t>system (sposób i procedurę) proponowanej kontroli i sterowania jakością wykonywanych robót,</w:t>
      </w:r>
    </w:p>
    <w:p w14:paraId="2078FF9F" w14:textId="77777777" w:rsidR="009934EA" w:rsidRDefault="009934EA" w:rsidP="00FE603E">
      <w:pPr>
        <w:pStyle w:val="tekstost"/>
        <w:numPr>
          <w:ilvl w:val="0"/>
          <w:numId w:val="2"/>
        </w:numPr>
        <w:ind w:left="988"/>
      </w:pPr>
      <w:r>
        <w:t>wyposażenie w sprzęt i urządzenia do pomiarów i kontroli (opis laboratorium własnego lub laboratorium, któremu Wykonawca zamierza zlecić prowadzenie badań),</w:t>
      </w:r>
    </w:p>
    <w:p w14:paraId="5CF32B49" w14:textId="041D43E2" w:rsidR="009934EA" w:rsidRDefault="009934EA" w:rsidP="00FE603E">
      <w:pPr>
        <w:pStyle w:val="tekstost"/>
        <w:numPr>
          <w:ilvl w:val="0"/>
          <w:numId w:val="2"/>
        </w:numPr>
        <w:ind w:left="988"/>
      </w:pPr>
      <w:r>
        <w:t xml:space="preserve">sposób oraz formę gromadzenia wyników badań laboratoryjnych, zapis pomiarów, nastaw mechanizmów sterujących, a także wyciąganych wniosków </w:t>
      </w:r>
      <w:r w:rsidR="00CC268D">
        <w:br/>
      </w:r>
      <w:r>
        <w:t xml:space="preserve">i zastosowanych korekt w procesie technologicznym, proponowany sposób </w:t>
      </w:r>
      <w:r w:rsidR="00CC268D">
        <w:br/>
      </w:r>
      <w:r>
        <w:t>i formę przekazywania tych informacji Inżynierowi/Kierownikowi projektu;</w:t>
      </w:r>
    </w:p>
    <w:p w14:paraId="77D07605" w14:textId="77777777" w:rsidR="009934EA" w:rsidRDefault="009934EA" w:rsidP="00FE603E">
      <w:pPr>
        <w:pStyle w:val="tekstost"/>
        <w:numPr>
          <w:ilvl w:val="12"/>
          <w:numId w:val="0"/>
        </w:numPr>
      </w:pPr>
      <w:r>
        <w:t>b) część szczegółową opisującą dla każdego asortymentu robót:</w:t>
      </w:r>
    </w:p>
    <w:p w14:paraId="134C8A3E" w14:textId="77777777" w:rsidR="009934EA" w:rsidRDefault="009934EA" w:rsidP="00FE603E">
      <w:pPr>
        <w:pStyle w:val="tekstost"/>
        <w:numPr>
          <w:ilvl w:val="0"/>
          <w:numId w:val="2"/>
        </w:numPr>
        <w:ind w:left="988"/>
      </w:pPr>
      <w:r>
        <w:t>wykaz maszyn i urządzeń stosowanych na budowie z ich parametrami technicznymi oraz wyposażeniem w mechanizmy do sterowania i urządzenia pomiarowo-kontrolne,</w:t>
      </w:r>
    </w:p>
    <w:p w14:paraId="7A6019B4" w14:textId="77777777" w:rsidR="009934EA" w:rsidRDefault="009934EA" w:rsidP="00FE603E">
      <w:pPr>
        <w:pStyle w:val="tekstost"/>
        <w:numPr>
          <w:ilvl w:val="0"/>
          <w:numId w:val="2"/>
        </w:numPr>
        <w:ind w:left="988"/>
      </w:pPr>
      <w:r>
        <w:t>rodzaje i ilość środków transportu oraz urządzeń do magazynowania i załadunku materiałów, spoiw, lepiszczy, kruszyw itp.,</w:t>
      </w:r>
    </w:p>
    <w:p w14:paraId="53C6FC89" w14:textId="71C1F0D1" w:rsidR="009934EA" w:rsidRDefault="009934EA" w:rsidP="00FE603E">
      <w:pPr>
        <w:pStyle w:val="tekstost"/>
        <w:numPr>
          <w:ilvl w:val="0"/>
          <w:numId w:val="2"/>
        </w:numPr>
        <w:ind w:left="988"/>
      </w:pPr>
      <w:r>
        <w:t xml:space="preserve">sposób zabezpieczenia i ochrony ładunków przed utratą ich właściwości </w:t>
      </w:r>
      <w:r w:rsidR="00CC268D">
        <w:br/>
      </w:r>
      <w:r>
        <w:t>w czasie transportu,</w:t>
      </w:r>
    </w:p>
    <w:p w14:paraId="13D2EE36" w14:textId="77777777" w:rsidR="009934EA" w:rsidRDefault="009934EA" w:rsidP="00FE603E">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14:paraId="1E094A50" w14:textId="77777777" w:rsidR="009934EA" w:rsidRDefault="009934EA" w:rsidP="00FE603E">
      <w:pPr>
        <w:pStyle w:val="tekstost"/>
        <w:numPr>
          <w:ilvl w:val="0"/>
          <w:numId w:val="2"/>
        </w:numPr>
        <w:ind w:left="988"/>
      </w:pPr>
      <w:r>
        <w:t>sposób postępowania z materiałami i robotami nie odpowiadającymi wymaganiom.</w:t>
      </w:r>
    </w:p>
    <w:p w14:paraId="6574977B" w14:textId="77777777" w:rsidR="009934EA" w:rsidRDefault="009934EA">
      <w:pPr>
        <w:pStyle w:val="Nagwek2"/>
      </w:pPr>
      <w:r>
        <w:t>6.2. Zasady kontroli jakości robót</w:t>
      </w:r>
    </w:p>
    <w:p w14:paraId="44E44145" w14:textId="77777777" w:rsidR="009934EA" w:rsidRDefault="009934EA">
      <w:pPr>
        <w:pStyle w:val="tekstost"/>
      </w:pPr>
      <w:r>
        <w:tab/>
        <w:t>Celem kontroli robót będzie takie sterowanie ich przygotowaniem i wykonaniem, aby osiągnąć założoną jakość robót.</w:t>
      </w:r>
    </w:p>
    <w:p w14:paraId="03A8CA03" w14:textId="77777777" w:rsidR="009934EA" w:rsidRDefault="009934EA">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7D5A95AD" w14:textId="77777777" w:rsidR="009934EA" w:rsidRDefault="009934EA">
      <w:pPr>
        <w:pStyle w:val="tekstost"/>
      </w:pPr>
      <w:r>
        <w:tab/>
        <w:t>Przed zatwierdzeniem systemu kontroli Inżynier/Kierownik projektu może zażądać od Wykonawcy przeprowadzenia badań w celu zademonstrowania, że poziom ich wykonywania jest zadowalający.</w:t>
      </w:r>
    </w:p>
    <w:p w14:paraId="172CFDB8" w14:textId="38407936" w:rsidR="009934EA" w:rsidRDefault="009934EA">
      <w:pPr>
        <w:pStyle w:val="tekstost"/>
      </w:pPr>
      <w:r>
        <w:tab/>
        <w:t xml:space="preserve">Wykonawca będzie przeprowadzać pomiary i badania materiałów oraz robót </w:t>
      </w:r>
      <w:r w:rsidR="00CC268D">
        <w:br/>
      </w:r>
      <w:r>
        <w:t>z częstotliwością zapewniającą stwierdzenie, że roboty wykonano zgodnie z wymaganiami zawartymi w dokumentacji projektowej i SST</w:t>
      </w:r>
    </w:p>
    <w:p w14:paraId="340E36AA" w14:textId="77777777" w:rsidR="009934EA" w:rsidRDefault="009934EA">
      <w:pPr>
        <w:pStyle w:val="tekstost"/>
      </w:pPr>
      <w:r>
        <w:tab/>
        <w:t xml:space="preserve">Minimalne wymagania co do zakresu badań i ich częstotliwość są określone w SST, normach i wytycznych. W przypadku, gdy nie zostały one tam określone, Inżynier/ </w:t>
      </w:r>
      <w:r>
        <w:lastRenderedPageBreak/>
        <w:t>Kierownik projektu ustali jaki zakres kontroli jest konieczny, aby zapewnić wykonanie robót zgodnie z umową.</w:t>
      </w:r>
    </w:p>
    <w:p w14:paraId="2053E1CA" w14:textId="77777777" w:rsidR="009934EA" w:rsidRDefault="009934EA">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4D09C78B" w14:textId="77777777" w:rsidR="009934EA" w:rsidRDefault="009934EA">
      <w:pPr>
        <w:pStyle w:val="tekstost"/>
      </w:pPr>
      <w:r>
        <w:tab/>
        <w:t>Inżynier/Kierownik projektu będzie mieć nieograniczony dostęp do pomieszczeń laboratoryjnych, w celu ich inspekcji.</w:t>
      </w:r>
    </w:p>
    <w:p w14:paraId="0B38EC14" w14:textId="1C76ED0D" w:rsidR="009934EA" w:rsidRDefault="009934EA">
      <w:pPr>
        <w:pStyle w:val="tekstost"/>
      </w:pPr>
      <w:r>
        <w:tab/>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w:t>
      </w:r>
      <w:r w:rsidR="00CC268D">
        <w:br/>
      </w:r>
      <w:r>
        <w:t>i stwierdzona zostanie odpowiednia jakość tych materiałów.</w:t>
      </w:r>
    </w:p>
    <w:p w14:paraId="21C560CF" w14:textId="77777777" w:rsidR="009934EA" w:rsidRDefault="009934EA">
      <w:pPr>
        <w:pStyle w:val="tekstost"/>
      </w:pPr>
      <w:r>
        <w:tab/>
        <w:t>Wszystkie koszty związane z organizowaniem i prowadzeniem badań materiałów ponosi Wykonawca.</w:t>
      </w:r>
    </w:p>
    <w:p w14:paraId="2C1F98C0" w14:textId="77777777" w:rsidR="009934EA" w:rsidRDefault="009934EA">
      <w:pPr>
        <w:pStyle w:val="Nagwek2"/>
      </w:pPr>
      <w:r>
        <w:t>6.3. Pobieranie próbek</w:t>
      </w:r>
    </w:p>
    <w:p w14:paraId="5333D664" w14:textId="77777777" w:rsidR="009934EA" w:rsidRDefault="009934EA">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14:paraId="06B48F9A" w14:textId="76903704" w:rsidR="009934EA" w:rsidRDefault="009934EA">
      <w:pPr>
        <w:pStyle w:val="tekstost"/>
      </w:pPr>
      <w:r>
        <w:tab/>
        <w:t xml:space="preserve">Inżynier/Kierownik projektu będzie mieć zapewnioną możliwość udziału </w:t>
      </w:r>
      <w:r w:rsidR="00CC268D">
        <w:br/>
      </w:r>
      <w:r>
        <w:t>w</w:t>
      </w:r>
      <w:r w:rsidR="00CC268D">
        <w:t xml:space="preserve"> </w:t>
      </w:r>
      <w:r>
        <w:t>pobieraniu próbek.</w:t>
      </w:r>
    </w:p>
    <w:p w14:paraId="57F5AF2E" w14:textId="19D3461E" w:rsidR="009934EA" w:rsidRDefault="009934EA">
      <w:pPr>
        <w:pStyle w:val="tekstost"/>
      </w:pPr>
      <w:r>
        <w:tab/>
        <w:t xml:space="preserve">Pojemniki do pobierania próbek będą dostarczone przez Wykonawcę i zatwierdzone przez Inżyniera/Kierownika projektu. Próbki dostarczone przez Wykonawcę do badań wykonywanych przez Inżyniera/Kierownik projektu będą odpowiednio opisane </w:t>
      </w:r>
      <w:r w:rsidR="00CC268D">
        <w:br/>
      </w:r>
      <w:r>
        <w:t>i oznakowane, w sposób zaakceptowany przez Inżyniera/Kierownika projektu.</w:t>
      </w:r>
    </w:p>
    <w:p w14:paraId="074E664F" w14:textId="77777777" w:rsidR="009934EA" w:rsidRDefault="009934EA">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5B79C12" w14:textId="77777777" w:rsidR="009934EA" w:rsidRDefault="009934EA">
      <w:pPr>
        <w:pStyle w:val="Nagwek2"/>
      </w:pPr>
      <w:r>
        <w:t>6.4. Badania i pomiary</w:t>
      </w:r>
    </w:p>
    <w:p w14:paraId="4FEB414B" w14:textId="77777777" w:rsidR="009934EA" w:rsidRDefault="009934EA">
      <w:pPr>
        <w:pStyle w:val="tekstost"/>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14:paraId="0F34C386" w14:textId="77777777" w:rsidR="009934EA" w:rsidRDefault="009934EA">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763DA705" w14:textId="77777777" w:rsidR="009934EA" w:rsidRDefault="009934EA">
      <w:pPr>
        <w:pStyle w:val="Nagwek2"/>
      </w:pPr>
      <w:r>
        <w:lastRenderedPageBreak/>
        <w:t>6.5. Raporty z badań</w:t>
      </w:r>
    </w:p>
    <w:p w14:paraId="363D65A0" w14:textId="77777777" w:rsidR="009934EA" w:rsidRDefault="009934EA">
      <w:pPr>
        <w:pStyle w:val="tekstost"/>
      </w:pPr>
      <w:r>
        <w:tab/>
        <w:t>Wykonawca będzie przekazywać Inżynierowi/Kierownikowi projektu kopie raportów z wynikami badań jak najszybciej, nie później jednak niż w terminie określonym w programie zapewnienia jakości.</w:t>
      </w:r>
    </w:p>
    <w:p w14:paraId="6C7079DF" w14:textId="77777777" w:rsidR="009934EA" w:rsidRDefault="009934EA">
      <w:pPr>
        <w:pStyle w:val="tekstost"/>
      </w:pPr>
      <w:r>
        <w:tab/>
        <w:t>Wyniki badań (kopie) będą przekazywane Inżynierowi/Kierownikowi projektu na formularzach według dostarczonego przez niego wzoru lub innych, przez niego zaaprobowanych.</w:t>
      </w:r>
    </w:p>
    <w:p w14:paraId="32005C8B" w14:textId="77777777" w:rsidR="009934EA" w:rsidRDefault="009934EA">
      <w:pPr>
        <w:pStyle w:val="Nagwek2"/>
      </w:pPr>
      <w:r>
        <w:t>6.6. Badania prowadzone przez Inżyniera/Kierownika projektu</w:t>
      </w:r>
    </w:p>
    <w:p w14:paraId="52EB1623" w14:textId="159B9841" w:rsidR="009934EA" w:rsidRDefault="009934EA">
      <w:pPr>
        <w:pStyle w:val="tekstost"/>
      </w:pPr>
      <w:r>
        <w:tab/>
        <w:t xml:space="preserve">Inżynier/Kierownik projektu jest uprawniony do dokonywania kontroli, pobierania próbek i badania materiałów w miejscu ich wytwarzania/pozyskiwania, a Wykonawca </w:t>
      </w:r>
      <w:r w:rsidR="00CC268D">
        <w:br/>
      </w:r>
      <w:r>
        <w:t>i producent materiałów powinien udzielić mu niezbędnej pomocy.</w:t>
      </w:r>
    </w:p>
    <w:p w14:paraId="1FBD2E29" w14:textId="77777777" w:rsidR="009934EA" w:rsidRDefault="009934EA">
      <w:pPr>
        <w:pStyle w:val="tekstost"/>
        <w:rPr>
          <w:u w:val="single"/>
        </w:rPr>
      </w:pPr>
      <w: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37A08E85" w14:textId="77777777" w:rsidR="009934EA" w:rsidRDefault="009934EA">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258863ED" w14:textId="77777777" w:rsidR="009934EA" w:rsidRDefault="009934EA">
      <w:pPr>
        <w:pStyle w:val="Nagwek2"/>
      </w:pPr>
      <w:r>
        <w:t>6.7. Certyfikaty i deklaracje</w:t>
      </w:r>
    </w:p>
    <w:p w14:paraId="7C6E4C3E" w14:textId="77777777" w:rsidR="009934EA" w:rsidRDefault="009934EA">
      <w:pPr>
        <w:pStyle w:val="tekstost"/>
      </w:pPr>
      <w:r>
        <w:tab/>
        <w:t>Inżynier/Kierownik projektu może dopuścić do użycia tylko te materiały, które posiadają:</w:t>
      </w:r>
    </w:p>
    <w:p w14:paraId="2E6FDBDD" w14:textId="77777777" w:rsidR="009934EA" w:rsidRDefault="009934EA" w:rsidP="00FE603E">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14:paraId="14527226" w14:textId="77777777" w:rsidR="009934EA" w:rsidRDefault="009934EA" w:rsidP="00FE603E">
      <w:pPr>
        <w:pStyle w:val="tekstost"/>
        <w:numPr>
          <w:ilvl w:val="0"/>
          <w:numId w:val="9"/>
        </w:numPr>
      </w:pPr>
      <w:r>
        <w:t>deklarację zgodności lub certyfikat zgodności z:</w:t>
      </w:r>
    </w:p>
    <w:p w14:paraId="39F1CC82" w14:textId="77777777" w:rsidR="009934EA" w:rsidRDefault="009934EA" w:rsidP="00FE603E">
      <w:pPr>
        <w:pStyle w:val="tekstost"/>
        <w:numPr>
          <w:ilvl w:val="0"/>
          <w:numId w:val="2"/>
        </w:numPr>
        <w:ind w:left="988"/>
      </w:pPr>
      <w:r>
        <w:t>Polską Normą lub</w:t>
      </w:r>
    </w:p>
    <w:p w14:paraId="0C3F739E" w14:textId="77777777" w:rsidR="009934EA" w:rsidRDefault="009934EA" w:rsidP="00FE603E">
      <w:pPr>
        <w:pStyle w:val="tekstost"/>
        <w:numPr>
          <w:ilvl w:val="0"/>
          <w:numId w:val="2"/>
        </w:numPr>
        <w:ind w:left="988"/>
      </w:pPr>
      <w:r>
        <w:t>aprobatą techniczną, w przypadku wyrobów, dla których nie ustanowiono Polskiej Normy, jeżeli nie są objęte certyfikacją określoną w pkt 1</w:t>
      </w:r>
    </w:p>
    <w:p w14:paraId="79432673" w14:textId="77777777" w:rsidR="009934EA" w:rsidRDefault="009934EA" w:rsidP="00FE603E">
      <w:pPr>
        <w:pStyle w:val="tekstost"/>
        <w:numPr>
          <w:ilvl w:val="12"/>
          <w:numId w:val="0"/>
        </w:numPr>
        <w:ind w:left="284"/>
      </w:pPr>
      <w:r>
        <w:t>i które spełniają wymogi SST.</w:t>
      </w:r>
    </w:p>
    <w:p w14:paraId="2026F082" w14:textId="77777777" w:rsidR="009934EA" w:rsidRDefault="009934EA" w:rsidP="00FE603E">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10E55FE8" w14:textId="77777777" w:rsidR="009934EA" w:rsidRDefault="009934EA" w:rsidP="00FE603E">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4A9CEEFE" w14:textId="77777777" w:rsidR="009934EA" w:rsidRDefault="009934EA" w:rsidP="00FE603E">
      <w:pPr>
        <w:pStyle w:val="tekstost"/>
        <w:numPr>
          <w:ilvl w:val="12"/>
          <w:numId w:val="0"/>
        </w:numPr>
      </w:pPr>
      <w:r>
        <w:tab/>
        <w:t>Jakiekolwiek materiały, które nie spełniają tych wymagań będą odrzucone.</w:t>
      </w:r>
    </w:p>
    <w:p w14:paraId="01896A75" w14:textId="77777777" w:rsidR="009934EA" w:rsidRDefault="009934EA" w:rsidP="00FE603E">
      <w:pPr>
        <w:pStyle w:val="Nagwek2"/>
        <w:numPr>
          <w:ilvl w:val="12"/>
          <w:numId w:val="0"/>
        </w:numPr>
      </w:pPr>
      <w:r>
        <w:lastRenderedPageBreak/>
        <w:t>6.8. Dokumenty budowy</w:t>
      </w:r>
    </w:p>
    <w:p w14:paraId="0FC5B85D" w14:textId="77777777" w:rsidR="009934EA" w:rsidRDefault="009934EA" w:rsidP="00FE603E">
      <w:pPr>
        <w:pStyle w:val="tekstost"/>
        <w:numPr>
          <w:ilvl w:val="12"/>
          <w:numId w:val="0"/>
        </w:numPr>
        <w:spacing w:after="60"/>
      </w:pPr>
      <w:r>
        <w:t>(1) Dziennik budowy</w:t>
      </w:r>
    </w:p>
    <w:p w14:paraId="2F3E818F" w14:textId="77777777" w:rsidR="009934EA" w:rsidRDefault="009934EA" w:rsidP="00FE603E">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BFD0BA7" w14:textId="77777777" w:rsidR="009934EA" w:rsidRDefault="009934EA" w:rsidP="00FE603E">
      <w:pPr>
        <w:pStyle w:val="tekstost"/>
        <w:numPr>
          <w:ilvl w:val="12"/>
          <w:numId w:val="0"/>
        </w:numPr>
      </w:pPr>
      <w:r>
        <w:tab/>
        <w:t>Zapisy w dzienniku budowy będą dokonywane na bieżąco i będą dotyczyć przebiegu robót, stanu bezpieczeństwa ludzi i mienia oraz technicznej i gospodarczej strony budowy.</w:t>
      </w:r>
    </w:p>
    <w:p w14:paraId="05B4C673" w14:textId="77777777" w:rsidR="009934EA" w:rsidRDefault="009934EA" w:rsidP="00FE603E">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32DCB29" w14:textId="77777777" w:rsidR="009934EA" w:rsidRDefault="009934EA" w:rsidP="00FE603E">
      <w:pPr>
        <w:pStyle w:val="tekstost"/>
        <w:numPr>
          <w:ilvl w:val="12"/>
          <w:numId w:val="0"/>
        </w:numPr>
      </w:pPr>
      <w:r>
        <w:tab/>
        <w:t>Załączone do dziennika budowy protokoły i inne dokumenty będą oznaczone kolejnym numerem załącznika i opatrzone datą i podpisem Wykonawcy i Inżyniera/ Kierownika projektu.</w:t>
      </w:r>
    </w:p>
    <w:p w14:paraId="0ED7A785" w14:textId="77777777" w:rsidR="009934EA" w:rsidRDefault="009934EA" w:rsidP="00FE603E">
      <w:pPr>
        <w:pStyle w:val="tekstost"/>
        <w:numPr>
          <w:ilvl w:val="12"/>
          <w:numId w:val="0"/>
        </w:numPr>
      </w:pPr>
      <w:r>
        <w:tab/>
        <w:t>Do dziennika budowy należy wpisywać w szczególności:</w:t>
      </w:r>
    </w:p>
    <w:p w14:paraId="02425D52" w14:textId="77777777" w:rsidR="009934EA" w:rsidRDefault="009934EA" w:rsidP="00FE603E">
      <w:pPr>
        <w:pStyle w:val="tekstost"/>
        <w:numPr>
          <w:ilvl w:val="0"/>
          <w:numId w:val="2"/>
        </w:numPr>
      </w:pPr>
      <w:r>
        <w:t>datę przekazania Wykonawcy terenu budowy,</w:t>
      </w:r>
    </w:p>
    <w:p w14:paraId="4702C3E8" w14:textId="77777777" w:rsidR="009934EA" w:rsidRDefault="009934EA" w:rsidP="00FE603E">
      <w:pPr>
        <w:pStyle w:val="tekstost"/>
        <w:numPr>
          <w:ilvl w:val="0"/>
          <w:numId w:val="2"/>
        </w:numPr>
      </w:pPr>
      <w:r>
        <w:t>datę przekazania przez Zamawiającego dokumentacji projektowej,</w:t>
      </w:r>
    </w:p>
    <w:p w14:paraId="50226473" w14:textId="0D2CBC93" w:rsidR="009934EA" w:rsidRDefault="009934EA" w:rsidP="00FE603E">
      <w:pPr>
        <w:pStyle w:val="tekstost"/>
        <w:numPr>
          <w:ilvl w:val="0"/>
          <w:numId w:val="2"/>
        </w:numPr>
      </w:pPr>
      <w:r>
        <w:t xml:space="preserve">datę uzgodnienia przez Inżyniera/Kierownika projektu programu zapewnienia jakości </w:t>
      </w:r>
      <w:r w:rsidR="00CC268D">
        <w:br/>
      </w:r>
      <w:r>
        <w:t>i harmonogramów robót,</w:t>
      </w:r>
    </w:p>
    <w:p w14:paraId="52747BAC" w14:textId="77777777" w:rsidR="009934EA" w:rsidRDefault="009934EA" w:rsidP="00FE603E">
      <w:pPr>
        <w:pStyle w:val="tekstost"/>
        <w:numPr>
          <w:ilvl w:val="0"/>
          <w:numId w:val="2"/>
        </w:numPr>
      </w:pPr>
      <w:r>
        <w:t>terminy rozpoczęcia i zakończenia poszczególnych elementów robót,</w:t>
      </w:r>
    </w:p>
    <w:p w14:paraId="59B964E7" w14:textId="084B0768" w:rsidR="009934EA" w:rsidRDefault="009934EA" w:rsidP="00FE603E">
      <w:pPr>
        <w:pStyle w:val="tekstost"/>
        <w:numPr>
          <w:ilvl w:val="0"/>
          <w:numId w:val="2"/>
        </w:numPr>
      </w:pPr>
      <w:r>
        <w:t xml:space="preserve">przebieg robót, trudności i przeszkody w ich prowadzeniu, okresy i przyczyny przerw </w:t>
      </w:r>
      <w:r w:rsidR="00CC268D">
        <w:br/>
      </w:r>
      <w:r>
        <w:t>w robotach,</w:t>
      </w:r>
    </w:p>
    <w:p w14:paraId="3860CF94" w14:textId="77777777" w:rsidR="009934EA" w:rsidRDefault="009934EA" w:rsidP="00FE603E">
      <w:pPr>
        <w:pStyle w:val="tekstost"/>
        <w:numPr>
          <w:ilvl w:val="0"/>
          <w:numId w:val="2"/>
        </w:numPr>
      </w:pPr>
      <w:r>
        <w:t>uwagi i polecenia Inżyniera/Kierownika projektu,</w:t>
      </w:r>
    </w:p>
    <w:p w14:paraId="75083C8D" w14:textId="77777777" w:rsidR="009934EA" w:rsidRDefault="009934EA" w:rsidP="00FE603E">
      <w:pPr>
        <w:pStyle w:val="tekstost"/>
        <w:numPr>
          <w:ilvl w:val="0"/>
          <w:numId w:val="2"/>
        </w:numPr>
      </w:pPr>
      <w:r>
        <w:t>daty zarządzenia wstrzymania robót, z podaniem powodu,</w:t>
      </w:r>
    </w:p>
    <w:p w14:paraId="5807DA9E" w14:textId="77777777" w:rsidR="009934EA" w:rsidRDefault="009934EA" w:rsidP="00FE603E">
      <w:pPr>
        <w:pStyle w:val="tekstost"/>
        <w:numPr>
          <w:ilvl w:val="0"/>
          <w:numId w:val="2"/>
        </w:numPr>
      </w:pPr>
      <w:r>
        <w:t>zgłoszenia i daty odbiorów robót zanikających i ulegających zakryciu, częściowych                i ostatecznych odbiorów robót,</w:t>
      </w:r>
    </w:p>
    <w:p w14:paraId="405AC0BB" w14:textId="77777777" w:rsidR="009934EA" w:rsidRDefault="009934EA" w:rsidP="00FE603E">
      <w:pPr>
        <w:pStyle w:val="tekstost"/>
        <w:numPr>
          <w:ilvl w:val="0"/>
          <w:numId w:val="2"/>
        </w:numPr>
      </w:pPr>
      <w:r>
        <w:t>wyjaśnienia, uwagi i propozycje Wykonawcy,</w:t>
      </w:r>
    </w:p>
    <w:p w14:paraId="74A09DE6" w14:textId="77777777" w:rsidR="009934EA" w:rsidRDefault="009934EA" w:rsidP="00FE603E">
      <w:pPr>
        <w:pStyle w:val="tekstost"/>
        <w:numPr>
          <w:ilvl w:val="0"/>
          <w:numId w:val="2"/>
        </w:numPr>
      </w:pPr>
      <w:r>
        <w:t>stan pogody i temperaturę powietrza w okresie wykonywania robót podlegających ograniczeniom lub wymaganiom szczególnym w związku z warunkami klimatycznymi,</w:t>
      </w:r>
    </w:p>
    <w:p w14:paraId="50D663D5" w14:textId="77777777" w:rsidR="009934EA" w:rsidRDefault="009934EA" w:rsidP="00FE603E">
      <w:pPr>
        <w:pStyle w:val="tekstost"/>
        <w:numPr>
          <w:ilvl w:val="0"/>
          <w:numId w:val="2"/>
        </w:numPr>
      </w:pPr>
      <w:r>
        <w:t>zgodność rzeczywistych warunków geotechnicznych z ich opisem w dokumentacji projektowej,</w:t>
      </w:r>
    </w:p>
    <w:p w14:paraId="4BC0D625" w14:textId="77777777" w:rsidR="009934EA" w:rsidRDefault="009934EA" w:rsidP="00FE603E">
      <w:pPr>
        <w:pStyle w:val="tekstost"/>
        <w:numPr>
          <w:ilvl w:val="0"/>
          <w:numId w:val="2"/>
        </w:numPr>
      </w:pPr>
      <w:r>
        <w:t>dane dotyczące czynności geodezyjnych (pomiarowych) dokonywanych przed i w trakcie wykonywania robót,</w:t>
      </w:r>
    </w:p>
    <w:p w14:paraId="3FE41545" w14:textId="77777777" w:rsidR="009934EA" w:rsidRDefault="009934EA" w:rsidP="00FE603E">
      <w:pPr>
        <w:pStyle w:val="tekstost"/>
        <w:numPr>
          <w:ilvl w:val="0"/>
          <w:numId w:val="2"/>
        </w:numPr>
      </w:pPr>
      <w:r>
        <w:t>dane dotyczące sposobu wykonywania zabezpieczenia robót,</w:t>
      </w:r>
    </w:p>
    <w:p w14:paraId="2C10CB03" w14:textId="77777777" w:rsidR="009934EA" w:rsidRDefault="009934EA" w:rsidP="00FE603E">
      <w:pPr>
        <w:pStyle w:val="tekstost"/>
        <w:numPr>
          <w:ilvl w:val="0"/>
          <w:numId w:val="2"/>
        </w:numPr>
      </w:pPr>
      <w:r>
        <w:t>dane dotyczące jakości materiałów, pobierania próbek oraz wyniki przeprowadzonych badań z podaniem, kto je przeprowadzał,</w:t>
      </w:r>
    </w:p>
    <w:p w14:paraId="1B490EDB" w14:textId="77777777" w:rsidR="009934EA" w:rsidRDefault="009934EA" w:rsidP="00FE603E">
      <w:pPr>
        <w:pStyle w:val="tekstost"/>
        <w:numPr>
          <w:ilvl w:val="0"/>
          <w:numId w:val="2"/>
        </w:numPr>
      </w:pPr>
      <w:r>
        <w:t>wyniki prób poszczególnych elementów budowli z podaniem, kto je przeprowadzał,</w:t>
      </w:r>
    </w:p>
    <w:p w14:paraId="5CCB9616" w14:textId="77777777" w:rsidR="009934EA" w:rsidRDefault="009934EA" w:rsidP="00FE603E">
      <w:pPr>
        <w:pStyle w:val="tekstost"/>
        <w:numPr>
          <w:ilvl w:val="0"/>
          <w:numId w:val="2"/>
        </w:numPr>
      </w:pPr>
      <w:r>
        <w:t>inne istotne informacje o przebiegu robót.</w:t>
      </w:r>
    </w:p>
    <w:p w14:paraId="0949C27B" w14:textId="77777777" w:rsidR="009934EA" w:rsidRDefault="009934EA">
      <w:pPr>
        <w:pStyle w:val="tekstost"/>
      </w:pPr>
      <w:r>
        <w:tab/>
        <w:t>Propozycje, uwagi i wyjaśnienia Wykonawcy, wpisane do dziennika budowy będą przedłożone Inżynierowi/Kierownikowi projektu do ustosunkowania się.</w:t>
      </w:r>
    </w:p>
    <w:p w14:paraId="6DB69F27" w14:textId="77777777" w:rsidR="009934EA" w:rsidRDefault="009934EA">
      <w:pPr>
        <w:pStyle w:val="tekstost"/>
      </w:pPr>
      <w:r>
        <w:tab/>
        <w:t>Decyzje Inżyniera/Kierownika projektu wpisane do dziennika budowy Wykonawca podpisuje z zaznaczeniem ich przyjęcia lub zajęciem stanowiska.</w:t>
      </w:r>
    </w:p>
    <w:p w14:paraId="12049D65" w14:textId="77777777" w:rsidR="009934EA" w:rsidRDefault="009934EA">
      <w:pPr>
        <w:pStyle w:val="tekstost"/>
        <w:spacing w:after="120"/>
      </w:pPr>
      <w:r>
        <w:lastRenderedPageBreak/>
        <w:tab/>
        <w:t>Wpis projektanta do dziennika budowy obliguje Inżyniera/Kierownika projektu do ustosunkowania się. Projektant nie jest jednak stroną umowy i nie ma uprawnień do wydawania poleceń Wykonawcy robót.</w:t>
      </w:r>
    </w:p>
    <w:p w14:paraId="5616F9D7" w14:textId="77777777" w:rsidR="009934EA" w:rsidRDefault="009934EA">
      <w:pPr>
        <w:pStyle w:val="tekstost"/>
        <w:spacing w:after="120"/>
      </w:pPr>
      <w:r>
        <w:t>(2) Książka obmiarów</w:t>
      </w:r>
    </w:p>
    <w:p w14:paraId="4A7B9841" w14:textId="77777777" w:rsidR="009934EA" w:rsidRDefault="009934EA">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028CC5B7" w14:textId="77777777" w:rsidR="009934EA" w:rsidRDefault="009934EA">
      <w:pPr>
        <w:pStyle w:val="tekstost"/>
        <w:keepNext/>
        <w:spacing w:after="120"/>
      </w:pPr>
      <w:r>
        <w:t>(3) Dokumenty laboratoryjne</w:t>
      </w:r>
    </w:p>
    <w:p w14:paraId="6D89B79F" w14:textId="77777777" w:rsidR="009934EA" w:rsidRDefault="009934EA">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57564D2B" w14:textId="77777777" w:rsidR="009934EA" w:rsidRDefault="009934EA">
      <w:pPr>
        <w:pStyle w:val="tekstost"/>
        <w:spacing w:after="120"/>
      </w:pPr>
      <w:r>
        <w:t>(4) Pozostałe dokumenty budowy</w:t>
      </w:r>
    </w:p>
    <w:p w14:paraId="24DB4583" w14:textId="77777777" w:rsidR="009934EA" w:rsidRDefault="009934EA">
      <w:pPr>
        <w:pStyle w:val="tekstost"/>
      </w:pPr>
      <w:r>
        <w:tab/>
        <w:t>Do dokumentów budowy zalicza się, oprócz wymienionych w punktach (1) - (3) następujące dokumenty:</w:t>
      </w:r>
    </w:p>
    <w:p w14:paraId="0B0672BB" w14:textId="77777777" w:rsidR="009934EA" w:rsidRDefault="009934EA" w:rsidP="00FE603E">
      <w:pPr>
        <w:pStyle w:val="tekstost"/>
        <w:numPr>
          <w:ilvl w:val="0"/>
          <w:numId w:val="10"/>
        </w:numPr>
        <w:ind w:left="288" w:hanging="288"/>
      </w:pPr>
      <w:r>
        <w:t>pozwolenie na realizację zadania budowlanego,</w:t>
      </w:r>
    </w:p>
    <w:p w14:paraId="116C35FF" w14:textId="77777777" w:rsidR="009934EA" w:rsidRDefault="009934EA" w:rsidP="00FE603E">
      <w:pPr>
        <w:pStyle w:val="tekstost"/>
        <w:numPr>
          <w:ilvl w:val="0"/>
          <w:numId w:val="10"/>
        </w:numPr>
        <w:ind w:left="288" w:hanging="288"/>
      </w:pPr>
      <w:r>
        <w:t>protokoły przekazania terenu budowy,</w:t>
      </w:r>
    </w:p>
    <w:p w14:paraId="7F6024BD" w14:textId="77777777" w:rsidR="009934EA" w:rsidRDefault="009934EA" w:rsidP="00FE603E">
      <w:pPr>
        <w:pStyle w:val="tekstost"/>
        <w:numPr>
          <w:ilvl w:val="0"/>
          <w:numId w:val="10"/>
        </w:numPr>
        <w:ind w:left="288" w:hanging="288"/>
      </w:pPr>
      <w:r>
        <w:t>umowy cywilno-prawne z osobami trzecimi i inne umowy cywilno-prawne,</w:t>
      </w:r>
    </w:p>
    <w:p w14:paraId="266E7434" w14:textId="77777777" w:rsidR="009934EA" w:rsidRDefault="009934EA" w:rsidP="00FE603E">
      <w:pPr>
        <w:pStyle w:val="tekstost"/>
        <w:numPr>
          <w:ilvl w:val="0"/>
          <w:numId w:val="10"/>
        </w:numPr>
        <w:ind w:left="288" w:hanging="288"/>
      </w:pPr>
      <w:r>
        <w:t>protokoły odbioru robót,</w:t>
      </w:r>
    </w:p>
    <w:p w14:paraId="766CA702" w14:textId="77777777" w:rsidR="009934EA" w:rsidRDefault="009934EA" w:rsidP="00FE603E">
      <w:pPr>
        <w:pStyle w:val="tekstost"/>
        <w:numPr>
          <w:ilvl w:val="0"/>
          <w:numId w:val="10"/>
        </w:numPr>
        <w:ind w:left="288" w:hanging="288"/>
      </w:pPr>
      <w:r>
        <w:t>protokoły z narad i ustaleń,</w:t>
      </w:r>
    </w:p>
    <w:p w14:paraId="414FF9CD" w14:textId="77777777" w:rsidR="009934EA" w:rsidRDefault="009934EA" w:rsidP="00FE603E">
      <w:pPr>
        <w:pStyle w:val="tekstost"/>
        <w:numPr>
          <w:ilvl w:val="0"/>
          <w:numId w:val="10"/>
        </w:numPr>
        <w:ind w:left="288" w:hanging="288"/>
      </w:pPr>
      <w:r>
        <w:t>korespondencję na budowie.</w:t>
      </w:r>
    </w:p>
    <w:p w14:paraId="342F13E7" w14:textId="77777777" w:rsidR="009934EA" w:rsidRDefault="009934EA">
      <w:pPr>
        <w:pStyle w:val="tekstost"/>
        <w:spacing w:before="120" w:after="120"/>
      </w:pPr>
      <w:r>
        <w:t>(5) Przechowywanie dokumentów budowy</w:t>
      </w:r>
    </w:p>
    <w:p w14:paraId="0D1B4403" w14:textId="77777777" w:rsidR="009934EA" w:rsidRDefault="009934EA">
      <w:pPr>
        <w:pStyle w:val="tekstost"/>
      </w:pPr>
      <w:r>
        <w:tab/>
        <w:t>Dokumenty budowy będą przechowywane na terenie budowy w miejscu odpowiednio zabezpieczonym.</w:t>
      </w:r>
    </w:p>
    <w:p w14:paraId="6A0CD851" w14:textId="77777777" w:rsidR="009934EA" w:rsidRDefault="009934EA">
      <w:pPr>
        <w:pStyle w:val="tekstost"/>
      </w:pPr>
      <w:r>
        <w:tab/>
        <w:t>Zaginięcie któregokolwiek z dokumentów budowy spowoduje jego natychmiastowe odtworzenie w formie przewidzianej prawem.</w:t>
      </w:r>
    </w:p>
    <w:p w14:paraId="09D3823B" w14:textId="77777777" w:rsidR="009934EA" w:rsidRDefault="009934EA">
      <w:pPr>
        <w:pStyle w:val="tekstost"/>
      </w:pPr>
      <w:r>
        <w:tab/>
        <w:t>Wszelkie dokumenty budowy będą zawsze dostępne dla Inżyniera/Kierownika projektu i przedstawiane do wglądu na życzenie Zamawiającego.</w:t>
      </w:r>
    </w:p>
    <w:p w14:paraId="1237CD01" w14:textId="77777777" w:rsidR="009934EA" w:rsidRDefault="009934EA">
      <w:pPr>
        <w:pStyle w:val="Nagwek1"/>
        <w:spacing w:before="240"/>
      </w:pPr>
      <w:bookmarkStart w:id="20" w:name="_Toc416830704"/>
      <w:bookmarkStart w:id="21" w:name="_Toc6881285"/>
      <w:bookmarkStart w:id="22" w:name="_Toc6882158"/>
      <w:r>
        <w:t>7. obmiar robót</w:t>
      </w:r>
      <w:bookmarkEnd w:id="20"/>
      <w:bookmarkEnd w:id="21"/>
      <w:bookmarkEnd w:id="22"/>
    </w:p>
    <w:p w14:paraId="01C0625A" w14:textId="77777777" w:rsidR="009934EA" w:rsidRDefault="009934EA">
      <w:pPr>
        <w:pStyle w:val="Nagwek2"/>
      </w:pPr>
      <w:r>
        <w:t>7.1. Ogólne zasady obmiaru robót</w:t>
      </w:r>
    </w:p>
    <w:p w14:paraId="4C89D902" w14:textId="4167D681" w:rsidR="009934EA" w:rsidRDefault="009934EA">
      <w:pPr>
        <w:pStyle w:val="tekstost"/>
      </w:pPr>
      <w:r>
        <w:tab/>
        <w:t xml:space="preserve">Obmiar robót będzie określać faktyczny zakres wykonywanych robót zgodnie </w:t>
      </w:r>
      <w:r w:rsidR="00CC268D">
        <w:br/>
      </w:r>
      <w:r>
        <w:t>z dokumentacją projektową i SST, w jednostkach ustalonych w kosztorysie.</w:t>
      </w:r>
    </w:p>
    <w:p w14:paraId="5F56F20D" w14:textId="77777777" w:rsidR="009934EA" w:rsidRDefault="009934EA">
      <w:pPr>
        <w:pStyle w:val="tekstost"/>
      </w:pPr>
      <w:r>
        <w:tab/>
        <w:t>Obmiaru robót dokonuje Wykonawca po pisemnym powiadomieniu Inżyniera/ Kierownika projektu o zakresie obmierzanych robót i terminie obmiaru, co najmniej na 3 dni przed tym terminem.</w:t>
      </w:r>
    </w:p>
    <w:p w14:paraId="2590C2C7" w14:textId="77777777" w:rsidR="009934EA" w:rsidRDefault="009934EA">
      <w:pPr>
        <w:pStyle w:val="tekstost"/>
      </w:pPr>
      <w:r>
        <w:tab/>
        <w:t>Wyniki obmiaru będą wpisane do książki obmiarów.</w:t>
      </w:r>
    </w:p>
    <w:p w14:paraId="3D8D0EE8" w14:textId="77777777" w:rsidR="009934EA" w:rsidRDefault="009934EA">
      <w:pPr>
        <w:pStyle w:val="tekstost"/>
      </w:pPr>
      <w:r>
        <w:tab/>
        <w:t xml:space="preserve">Jakikolwiek błąd lub przeoczenie (opuszczenie) w ilościach podanych w ślepym kosztorysie lub gdzie indziej w SST nie zwalnia Wykonawcy od obowiązku ukończenia </w:t>
      </w:r>
      <w:r>
        <w:lastRenderedPageBreak/>
        <w:t>wszystkich robót. Błędne dane zostaną poprawione wg instrukcji Inżyniera/Kierownika projektu na piśmie.</w:t>
      </w:r>
    </w:p>
    <w:p w14:paraId="6781A01D" w14:textId="77777777" w:rsidR="009934EA" w:rsidRDefault="009934EA">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14:paraId="72E85D76" w14:textId="77777777" w:rsidR="009934EA" w:rsidRDefault="009934EA">
      <w:pPr>
        <w:pStyle w:val="Nagwek2"/>
      </w:pPr>
      <w:r>
        <w:t>7.2. Zasady określania ilości robót i materiałów</w:t>
      </w:r>
    </w:p>
    <w:p w14:paraId="57566B68" w14:textId="77777777" w:rsidR="009934EA" w:rsidRDefault="009934EA">
      <w:pPr>
        <w:pStyle w:val="tekstost"/>
      </w:pPr>
      <w:r>
        <w:tab/>
        <w:t>Długości i odległości pomiędzy wyszczególnionymi punktami skrajnymi będą obmierzone poziomo wzdłuż linii osiowej.</w:t>
      </w:r>
    </w:p>
    <w:p w14:paraId="29635238" w14:textId="77777777" w:rsidR="009934EA" w:rsidRDefault="009934EA">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14:paraId="6255F539" w14:textId="77777777" w:rsidR="009934EA" w:rsidRDefault="009934EA">
      <w:pPr>
        <w:pStyle w:val="tekstost"/>
      </w:pPr>
      <w:r>
        <w:tab/>
        <w:t>Ilości, które mają być obmierzone wagowo, będą ważone w tonach lub kilogramach zgodnie z wymaganiami SST.</w:t>
      </w:r>
    </w:p>
    <w:p w14:paraId="16AD8578" w14:textId="77777777" w:rsidR="009934EA" w:rsidRDefault="009934EA">
      <w:pPr>
        <w:pStyle w:val="Nagwek2"/>
      </w:pPr>
      <w:r>
        <w:t>7.3. Urządzenia i sprzęt pomiarowy</w:t>
      </w:r>
    </w:p>
    <w:p w14:paraId="19E60671" w14:textId="77777777" w:rsidR="009934EA" w:rsidRDefault="009934EA">
      <w:pPr>
        <w:pStyle w:val="tekstost"/>
      </w:pPr>
      <w:r>
        <w:tab/>
        <w:t>Wszystkie urządzenia i sprzęt pomiarowy, stosowany w czasie obmiaru robót będą zaakceptowane przez Inżyniera/Kierownika projektu.</w:t>
      </w:r>
    </w:p>
    <w:p w14:paraId="2891D938" w14:textId="77777777" w:rsidR="009934EA" w:rsidRDefault="009934EA">
      <w:pPr>
        <w:pStyle w:val="tekstost"/>
      </w:pPr>
      <w:r>
        <w:tab/>
        <w:t>Urządzenia i sprzęt pomiarowy zostaną dostarczone przez Wykonawcę. Jeżeli urządzenia te lub sprzęt wymagają badań atestujących to Wykonawca będzie posiadać ważne świadectwa legalizacji.</w:t>
      </w:r>
    </w:p>
    <w:p w14:paraId="7E470DB6" w14:textId="77777777" w:rsidR="009934EA" w:rsidRDefault="009934EA">
      <w:pPr>
        <w:pStyle w:val="tekstost"/>
      </w:pPr>
      <w:r>
        <w:tab/>
        <w:t>Wszystkie urządzenia pomiarowe będą przez Wykonawcę utrzymywane w dobrym stanie, w całym okresie trwania robót.</w:t>
      </w:r>
    </w:p>
    <w:p w14:paraId="06E5ED31" w14:textId="77777777" w:rsidR="009934EA" w:rsidRDefault="009934EA">
      <w:pPr>
        <w:pStyle w:val="Nagwek2"/>
      </w:pPr>
      <w:r>
        <w:t>7.4. Wagi i zasady ważenia</w:t>
      </w:r>
    </w:p>
    <w:p w14:paraId="3DC91DD5" w14:textId="77777777" w:rsidR="009934EA" w:rsidRDefault="009934EA">
      <w:pPr>
        <w:pStyle w:val="tekstost"/>
      </w:pPr>
      <w:r>
        <w:tab/>
        <w:t>Wykonawca dostarczy i zainstaluje urządzenia wagowe odpowiadające odnośnym wymaganiom SST Będzie utrzymywać to wyposażenie zapewniając w sposób ciągły zachowanie dokładności wg norm zatwierdzonych przez Inżyniera/Kierownika projektu.</w:t>
      </w:r>
    </w:p>
    <w:p w14:paraId="678A5496" w14:textId="77777777" w:rsidR="009934EA" w:rsidRDefault="009934EA">
      <w:pPr>
        <w:pStyle w:val="Nagwek2"/>
      </w:pPr>
      <w:r>
        <w:t>7.5. Czas przeprowadzenia obmiaru</w:t>
      </w:r>
    </w:p>
    <w:p w14:paraId="40DBE106" w14:textId="77777777" w:rsidR="009934EA" w:rsidRDefault="009934EA">
      <w:pPr>
        <w:pStyle w:val="tekstost"/>
      </w:pPr>
      <w:r>
        <w:tab/>
        <w:t>Obmiary będą przeprowadzone przed częściowym lub ostatecznym odbiorem odcinków robót, a także w przypadku występowania dłuższej przerwy w robotach.</w:t>
      </w:r>
    </w:p>
    <w:p w14:paraId="4E54778C" w14:textId="77777777" w:rsidR="009934EA" w:rsidRDefault="009934EA">
      <w:pPr>
        <w:pStyle w:val="tekstost"/>
      </w:pPr>
      <w:r>
        <w:tab/>
        <w:t>Obmiar robót zanikających przeprowadza się w czasie ich wykonywania.</w:t>
      </w:r>
    </w:p>
    <w:p w14:paraId="197B23EF" w14:textId="77777777" w:rsidR="009934EA" w:rsidRDefault="009934EA">
      <w:pPr>
        <w:pStyle w:val="tekstost"/>
      </w:pPr>
      <w:r>
        <w:tab/>
        <w:t>Obmiar robót podlegających zakryciu przeprowadza się przed ich zakryciem.</w:t>
      </w:r>
    </w:p>
    <w:p w14:paraId="241E34C9" w14:textId="479CF5C5" w:rsidR="009934EA" w:rsidRDefault="009934EA">
      <w:pPr>
        <w:pStyle w:val="tekstost"/>
      </w:pPr>
      <w:r>
        <w:tab/>
        <w:t xml:space="preserve">Roboty pomiarowe do obmiaru oraz nieodzowne obliczenia będą wykonane </w:t>
      </w:r>
      <w:r w:rsidR="00CC268D">
        <w:br/>
      </w:r>
      <w:r>
        <w:t>w sposób zrozumiały i jednoznaczny.</w:t>
      </w:r>
    </w:p>
    <w:p w14:paraId="35DBB5E6" w14:textId="77777777" w:rsidR="009934EA" w:rsidRDefault="009934EA">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48DDF8D8" w14:textId="77777777" w:rsidR="009934EA" w:rsidRDefault="009934EA">
      <w:pPr>
        <w:pStyle w:val="Nagwek1"/>
        <w:spacing w:before="240"/>
      </w:pPr>
      <w:bookmarkStart w:id="23" w:name="_Toc416830705"/>
      <w:bookmarkStart w:id="24" w:name="_Toc6881286"/>
      <w:bookmarkStart w:id="25" w:name="_Toc6882159"/>
      <w:r>
        <w:t>8. odbiór robót</w:t>
      </w:r>
      <w:bookmarkEnd w:id="23"/>
      <w:bookmarkEnd w:id="24"/>
      <w:bookmarkEnd w:id="25"/>
    </w:p>
    <w:p w14:paraId="06A04A78" w14:textId="77777777" w:rsidR="009934EA" w:rsidRDefault="009934EA">
      <w:pPr>
        <w:pStyle w:val="Nagwek2"/>
      </w:pPr>
      <w:r>
        <w:t>8.1. Rodzaje odbiorów robót</w:t>
      </w:r>
    </w:p>
    <w:p w14:paraId="4E558275" w14:textId="77777777" w:rsidR="009934EA" w:rsidRDefault="009934EA">
      <w:pPr>
        <w:pStyle w:val="tekstost"/>
      </w:pPr>
      <w:r>
        <w:tab/>
        <w:t>W zależności od ustaleń odpowiednich SST, roboty podlegają następującym etapom odbioru:</w:t>
      </w:r>
    </w:p>
    <w:p w14:paraId="417AAA6E" w14:textId="77777777" w:rsidR="009934EA" w:rsidRDefault="009934EA" w:rsidP="00FE603E">
      <w:pPr>
        <w:pStyle w:val="tekstost"/>
        <w:numPr>
          <w:ilvl w:val="0"/>
          <w:numId w:val="11"/>
        </w:numPr>
      </w:pPr>
      <w:r>
        <w:lastRenderedPageBreak/>
        <w:t>odbiorowi robót zanikających i ulegających zakryciu,</w:t>
      </w:r>
    </w:p>
    <w:p w14:paraId="19E91554" w14:textId="77777777" w:rsidR="009934EA" w:rsidRDefault="009934EA" w:rsidP="00FE603E">
      <w:pPr>
        <w:pStyle w:val="tekstost"/>
        <w:numPr>
          <w:ilvl w:val="0"/>
          <w:numId w:val="11"/>
        </w:numPr>
      </w:pPr>
      <w:r>
        <w:t>odbiorowi częściowemu,</w:t>
      </w:r>
    </w:p>
    <w:p w14:paraId="1DE4096A" w14:textId="77777777" w:rsidR="009934EA" w:rsidRDefault="009934EA" w:rsidP="00FE603E">
      <w:pPr>
        <w:pStyle w:val="tekstost"/>
        <w:numPr>
          <w:ilvl w:val="0"/>
          <w:numId w:val="11"/>
        </w:numPr>
      </w:pPr>
      <w:r>
        <w:t>odbiorowi ostatecznemu,</w:t>
      </w:r>
    </w:p>
    <w:p w14:paraId="5049EF70" w14:textId="77777777" w:rsidR="009934EA" w:rsidRDefault="009934EA" w:rsidP="00FE603E">
      <w:pPr>
        <w:pStyle w:val="tekstost"/>
        <w:numPr>
          <w:ilvl w:val="0"/>
          <w:numId w:val="11"/>
        </w:numPr>
      </w:pPr>
      <w:r>
        <w:t>odbiorowi pogwarancyjnemu.</w:t>
      </w:r>
    </w:p>
    <w:p w14:paraId="3F7383EA" w14:textId="77777777" w:rsidR="009934EA" w:rsidRDefault="009934EA">
      <w:pPr>
        <w:pStyle w:val="Nagwek2"/>
      </w:pPr>
      <w:r>
        <w:t>8.2. Odbiór robót zanikających i ulegających zakryciu</w:t>
      </w:r>
    </w:p>
    <w:p w14:paraId="4D9874E2" w14:textId="6B8D5769" w:rsidR="009934EA" w:rsidRDefault="009934EA">
      <w:pPr>
        <w:pStyle w:val="tekstost"/>
      </w:pPr>
      <w:r>
        <w:tab/>
        <w:t xml:space="preserve">Odbiór robót zanikających i ulegających zakryciu polega na finalnej ocenie ilości </w:t>
      </w:r>
      <w:r w:rsidR="00CC268D">
        <w:br/>
      </w:r>
      <w:r>
        <w:t>i jakości wykonywanych robót, które w dalszym procesie realizacji ulegną zakryciu.</w:t>
      </w:r>
    </w:p>
    <w:p w14:paraId="6CC8E9E0" w14:textId="77777777" w:rsidR="009934EA" w:rsidRDefault="009934EA">
      <w:pPr>
        <w:pStyle w:val="tekstost"/>
      </w:pPr>
      <w:r>
        <w:tab/>
        <w:t>Odbiór robót zanikających i ulegających zakryciu będzie dokonany w czasie umożliwiającym wykonanie ewentualnych korekt i poprawek bez hamowania ogólnego postępu robót.</w:t>
      </w:r>
    </w:p>
    <w:p w14:paraId="72C1262A" w14:textId="77777777" w:rsidR="009934EA" w:rsidRDefault="009934EA">
      <w:pPr>
        <w:pStyle w:val="tekstost"/>
      </w:pPr>
      <w:r>
        <w:tab/>
        <w:t>Odbioru robót dokonuje Inżynier/Kierownik projektu.</w:t>
      </w:r>
    </w:p>
    <w:p w14:paraId="76E219C2" w14:textId="77777777" w:rsidR="009934EA" w:rsidRDefault="009934EA">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5B031518" w14:textId="77777777" w:rsidR="009934EA" w:rsidRDefault="009934EA">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204D3008" w14:textId="77777777" w:rsidR="009934EA" w:rsidRDefault="009934EA">
      <w:pPr>
        <w:pStyle w:val="Nagwek2"/>
      </w:pPr>
      <w:r>
        <w:t>8.3. Odbiór częściowy</w:t>
      </w:r>
    </w:p>
    <w:p w14:paraId="4C38757A" w14:textId="77777777" w:rsidR="009934EA" w:rsidRDefault="009934EA">
      <w:pPr>
        <w:pStyle w:val="tekstost"/>
      </w:pPr>
      <w:r>
        <w:tab/>
        <w:t>Odbiór  częściowy polega na ocenie ilości i jakości wykonanych części robót. Odbioru częściowego robót dokonuje się wg zasad jak przy odbiorze ostatecznym robót. Odbioru robót dokonuje Inżynier/Kierownik projektu.</w:t>
      </w:r>
    </w:p>
    <w:p w14:paraId="2CFFA99B" w14:textId="77777777" w:rsidR="009934EA" w:rsidRDefault="009934EA">
      <w:pPr>
        <w:pStyle w:val="Nagwek2"/>
      </w:pPr>
      <w:r>
        <w:t>8.4. Odbiór ostateczny robót</w:t>
      </w:r>
    </w:p>
    <w:p w14:paraId="671A6271" w14:textId="77777777" w:rsidR="009934EA" w:rsidRDefault="009934EA">
      <w:pPr>
        <w:spacing w:after="60"/>
      </w:pPr>
      <w:r>
        <w:rPr>
          <w:b/>
        </w:rPr>
        <w:t>8.4.1.</w:t>
      </w:r>
      <w:r>
        <w:t xml:space="preserve"> Zasady odbioru ostatecznego robót</w:t>
      </w:r>
    </w:p>
    <w:p w14:paraId="7A3F7FA9" w14:textId="285F56F9" w:rsidR="009934EA" w:rsidRDefault="009934EA">
      <w:r>
        <w:tab/>
        <w:t xml:space="preserve">Odbiór ostateczny polega na finalnej ocenie rzeczywistego wykonania robót </w:t>
      </w:r>
      <w:r w:rsidR="00CC268D">
        <w:br/>
      </w:r>
      <w:r>
        <w:t>w odniesieniu do ich ilości, jakości i wartości.</w:t>
      </w:r>
    </w:p>
    <w:p w14:paraId="711164D6" w14:textId="77777777" w:rsidR="009934EA" w:rsidRDefault="009934EA">
      <w:r>
        <w:tab/>
        <w:t>Całkowite zakończenie robót oraz gotowość do odbioru ostatecznego będzie stwierdzona przez Wykonawcę wpisem do dziennika budowy z bezzwłocznym powiadomieniem na piśmie o tym fakcie Inżyniera/Kierownika projektu.</w:t>
      </w:r>
    </w:p>
    <w:p w14:paraId="43565C0E" w14:textId="6C9863CC" w:rsidR="009934EA" w:rsidRDefault="009934EA">
      <w:r>
        <w:tab/>
        <w:t xml:space="preserve">Odbiór ostateczny robót nastąpi w terminie ustalonym w dokumentach umowy, licząc od dnia potwierdzenia przez Inżyniera/Kierownika projektu zakończenia robót </w:t>
      </w:r>
      <w:r w:rsidR="00CC268D">
        <w:br/>
      </w:r>
      <w:r>
        <w:t>i przyjęcia dokumentów, o których mowa w punkcie 8.4.2.</w:t>
      </w:r>
    </w:p>
    <w:p w14:paraId="631657BB" w14:textId="476998A9" w:rsidR="009934EA" w:rsidRDefault="009934EA">
      <w:r>
        <w:tab/>
        <w:t xml:space="preserve">Odbioru ostatecznego robót dokona komisja wyznaczona przez Zamawiającego </w:t>
      </w:r>
      <w:r w:rsidR="00CC268D">
        <w:br/>
      </w:r>
      <w:r>
        <w:t xml:space="preserve">w obecności Inżyniera/Kierownika projektu i Wykonawcy. Komisja odbierająca roboty dokona ich oceny jakościowej na podstawie przedłożonych dokumentów, wyników badań </w:t>
      </w:r>
      <w:r w:rsidR="00CC268D">
        <w:br/>
      </w:r>
      <w:r>
        <w:t xml:space="preserve">i pomiarów, ocenie wizualnej oraz zgodności wykonania robót z dokumentacją projektową </w:t>
      </w:r>
      <w:r w:rsidR="00CC268D">
        <w:br/>
      </w:r>
      <w:r>
        <w:t>i SST.</w:t>
      </w:r>
    </w:p>
    <w:p w14:paraId="6B30882F" w14:textId="39126263" w:rsidR="009934EA" w:rsidRDefault="009934EA">
      <w:r>
        <w:tab/>
        <w:t xml:space="preserve">W toku odbioru ostatecznego robót komisja zapozna się z realizacją ustaleń przyjętych w trakcie odbiorów robót zanikających i ulegających zakryciu, zwłaszcza </w:t>
      </w:r>
      <w:r w:rsidR="00CC268D">
        <w:br/>
      </w:r>
      <w:r>
        <w:t>w zakresie wykonania robót uzupełniających i robót poprawkowych.</w:t>
      </w:r>
    </w:p>
    <w:p w14:paraId="3FE55874" w14:textId="77777777" w:rsidR="009934EA" w:rsidRDefault="009934EA">
      <w:r>
        <w:lastRenderedPageBreak/>
        <w:tab/>
        <w:t>W przypadkach niewykonania wyznaczonych robót poprawkowych lub robót uzupełniających w warstwie ścieralnej lub robotach wykończeniowych, komisja przerwie swoje czynności i ustali nowy termin odbioru ostatecznego.</w:t>
      </w:r>
    </w:p>
    <w:p w14:paraId="5C7F2AD6" w14:textId="0F539D24" w:rsidR="009934EA" w:rsidRDefault="009934EA">
      <w:pPr>
        <w:spacing w:after="60"/>
      </w:pPr>
      <w:r>
        <w:tab/>
        <w:t xml:space="preserve">W przypadku stwierdzenia przez komisję, że jakość wykonywanych robót </w:t>
      </w:r>
      <w:r w:rsidR="00CC268D">
        <w:br/>
      </w:r>
      <w:r>
        <w:t xml:space="preserve">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t>
      </w:r>
      <w:r w:rsidR="00CC268D">
        <w:br/>
      </w:r>
      <w:r>
        <w:t>w dokumentach umowy.</w:t>
      </w:r>
    </w:p>
    <w:p w14:paraId="159B45A3" w14:textId="77777777" w:rsidR="009934EA" w:rsidRDefault="009934EA">
      <w:pPr>
        <w:pStyle w:val="Nagwek3"/>
      </w:pPr>
      <w:bookmarkStart w:id="26" w:name="_Toc412518599"/>
      <w:r>
        <w:rPr>
          <w:b/>
        </w:rPr>
        <w:t>8.4.2.</w:t>
      </w:r>
      <w:r>
        <w:t xml:space="preserve"> Dokumenty do odbioru ostatecznego</w:t>
      </w:r>
      <w:bookmarkEnd w:id="26"/>
    </w:p>
    <w:p w14:paraId="00CB354B" w14:textId="77777777" w:rsidR="009934EA" w:rsidRDefault="009934EA">
      <w:r>
        <w:tab/>
        <w:t>Podstawowym dokumentem do dokonania odbioru ostatecznego robót jest protokół odbioru ostatecznego robót sporządzony wg wzoru ustalonego przez Zamawiającego.</w:t>
      </w:r>
    </w:p>
    <w:p w14:paraId="0EC81EC5" w14:textId="77777777" w:rsidR="009934EA" w:rsidRDefault="009934EA">
      <w:r>
        <w:tab/>
        <w:t>Do odbioru ostatecznego Wykonawca jest zobowiązany przygotować następujące dokumenty:</w:t>
      </w:r>
    </w:p>
    <w:p w14:paraId="2E51189A" w14:textId="77777777" w:rsidR="009934EA" w:rsidRDefault="009934EA" w:rsidP="00FE603E">
      <w:pPr>
        <w:numPr>
          <w:ilvl w:val="0"/>
          <w:numId w:val="12"/>
        </w:numPr>
      </w:pPr>
      <w:r>
        <w:t>dokumentację projektową podstawową z naniesionymi zmianami oraz dodatkową, jeśli została sporządzona w trakcie realizacji umowy,</w:t>
      </w:r>
    </w:p>
    <w:p w14:paraId="7829914A" w14:textId="77777777" w:rsidR="009934EA" w:rsidRDefault="009934EA" w:rsidP="00FE603E">
      <w:pPr>
        <w:numPr>
          <w:ilvl w:val="0"/>
          <w:numId w:val="12"/>
        </w:numPr>
      </w:pPr>
      <w:r>
        <w:t>szczegółowe specyfikacje techniczne (podstawowe z dokumentów umowy i ew. uzupełniające lub zamienne),</w:t>
      </w:r>
    </w:p>
    <w:p w14:paraId="6DB7B50F" w14:textId="77777777" w:rsidR="009934EA" w:rsidRDefault="009934EA" w:rsidP="00FE603E">
      <w:pPr>
        <w:numPr>
          <w:ilvl w:val="0"/>
          <w:numId w:val="12"/>
        </w:numPr>
      </w:pPr>
      <w:r>
        <w:t>recepty i ustalenia technologiczne,</w:t>
      </w:r>
    </w:p>
    <w:p w14:paraId="3BA9FBB5" w14:textId="77777777" w:rsidR="009934EA" w:rsidRDefault="009934EA" w:rsidP="00FE603E">
      <w:pPr>
        <w:numPr>
          <w:ilvl w:val="0"/>
          <w:numId w:val="12"/>
        </w:numPr>
      </w:pPr>
      <w:r>
        <w:t>dzienniki budowy i książki obmiarów (oryginały),</w:t>
      </w:r>
    </w:p>
    <w:p w14:paraId="032A20F4" w14:textId="77777777" w:rsidR="009934EA" w:rsidRDefault="009934EA" w:rsidP="00FE603E">
      <w:pPr>
        <w:numPr>
          <w:ilvl w:val="0"/>
          <w:numId w:val="12"/>
        </w:numPr>
      </w:pPr>
      <w:r>
        <w:t>wyniki pomiarów kontrolnych oraz badań i oznaczeń laboratoryjnych, zgodne z SST          i ew. PZJ,</w:t>
      </w:r>
    </w:p>
    <w:p w14:paraId="023EEE16" w14:textId="15C02E12" w:rsidR="009934EA" w:rsidRDefault="009934EA" w:rsidP="00FE603E">
      <w:pPr>
        <w:numPr>
          <w:ilvl w:val="0"/>
          <w:numId w:val="12"/>
        </w:numPr>
      </w:pPr>
      <w:r>
        <w:t xml:space="preserve">deklaracje zgodności lub certyfikaty zgodności wbudowanych materiałów zgodnie </w:t>
      </w:r>
      <w:r w:rsidR="00CC268D">
        <w:br/>
      </w:r>
      <w:r>
        <w:t>z SST i ew. PZJ,</w:t>
      </w:r>
    </w:p>
    <w:p w14:paraId="4340735F" w14:textId="77777777" w:rsidR="009934EA" w:rsidRDefault="009934EA" w:rsidP="00FE603E">
      <w:pPr>
        <w:numPr>
          <w:ilvl w:val="0"/>
          <w:numId w:val="12"/>
        </w:numPr>
      </w:pPr>
      <w:r>
        <w:t>opinię technologiczną sporządzoną na podstawie wszystkich wyników badań i pomiarów załączonych do dokumentów odbioru, wykonanych zgodnie z SST i PZJ,</w:t>
      </w:r>
    </w:p>
    <w:p w14:paraId="1A96E8E3" w14:textId="08B420AA" w:rsidR="009934EA" w:rsidRDefault="009934EA" w:rsidP="00FE603E">
      <w:pPr>
        <w:numPr>
          <w:ilvl w:val="0"/>
          <w:numId w:val="12"/>
        </w:numPr>
      </w:pPr>
      <w:r>
        <w:t xml:space="preserve">rysunki (dokumentacje) na wykonanie robót towarzyszących (np. na przełożenie linii telefonicznej, energetycznej, gazowej, oświetlenia itp.) oraz protokoły odbioru </w:t>
      </w:r>
      <w:r w:rsidR="00CC268D">
        <w:br/>
      </w:r>
      <w:r>
        <w:t>i przekazania tych robót właścicielom urządzeń,</w:t>
      </w:r>
    </w:p>
    <w:p w14:paraId="2A711572" w14:textId="77777777" w:rsidR="009934EA" w:rsidRDefault="009934EA" w:rsidP="00FE603E">
      <w:pPr>
        <w:numPr>
          <w:ilvl w:val="0"/>
          <w:numId w:val="12"/>
        </w:numPr>
      </w:pPr>
      <w:r>
        <w:t>geodezyjną inwentaryzację powykonawczą robót i sieci uzbrojenia terenu,</w:t>
      </w:r>
    </w:p>
    <w:p w14:paraId="4F508D1B" w14:textId="77777777" w:rsidR="009934EA" w:rsidRDefault="009934EA" w:rsidP="00FE603E">
      <w:pPr>
        <w:numPr>
          <w:ilvl w:val="0"/>
          <w:numId w:val="12"/>
        </w:numPr>
      </w:pPr>
      <w:r>
        <w:t>kopię mapy zasadniczej powstałej w wyniku geodezyjnej inwentaryzacji powykonawczej.</w:t>
      </w:r>
    </w:p>
    <w:p w14:paraId="604224B7" w14:textId="0155CF1C" w:rsidR="009934EA" w:rsidRDefault="009934EA">
      <w:r>
        <w:tab/>
        <w:t xml:space="preserve">W przypadku, gdy wg komisji, roboty pod względem przygotowania dokumentacyjnego nie będą gotowe do odbioru ostatecznego, komisja w porozumieniu </w:t>
      </w:r>
      <w:r w:rsidR="00CC268D">
        <w:br/>
      </w:r>
      <w:r>
        <w:t>z Wykonawcą wyznaczy ponowny termin odbioru ostatecznego robót.</w:t>
      </w:r>
    </w:p>
    <w:p w14:paraId="64876D80" w14:textId="77777777" w:rsidR="009934EA" w:rsidRDefault="009934EA">
      <w:r>
        <w:tab/>
        <w:t>Wszystkie zarządzone przez komisję roboty poprawkowe lub uzupełniające będą zestawione wg wzoru ustalonego przez Zamawiającego.</w:t>
      </w:r>
    </w:p>
    <w:p w14:paraId="3A80AC5B" w14:textId="77777777" w:rsidR="009934EA" w:rsidRDefault="009934EA">
      <w:r>
        <w:tab/>
        <w:t>Termin wykonania robót poprawkowych i robót uzupełniających wyznaczy komisja.</w:t>
      </w:r>
    </w:p>
    <w:p w14:paraId="7560E543" w14:textId="77777777" w:rsidR="009934EA" w:rsidRDefault="009934EA">
      <w:pPr>
        <w:pStyle w:val="Nagwek2"/>
      </w:pPr>
      <w:r>
        <w:t>8.5. Odbiór pogwarancyjny</w:t>
      </w:r>
    </w:p>
    <w:p w14:paraId="2148431D" w14:textId="53F7253C" w:rsidR="009934EA" w:rsidRDefault="009934EA">
      <w:pPr>
        <w:pStyle w:val="tekstost"/>
      </w:pPr>
      <w:r>
        <w:tab/>
        <w:t xml:space="preserve">Odbiór pogwarancyjny polega na ocenie wykonanych robót związanych </w:t>
      </w:r>
      <w:r w:rsidR="00CC268D">
        <w:br/>
      </w:r>
      <w:r>
        <w:t>z usunięciem wad stwierdzonych przy odbiorze ostatecznym i zaistniałych w okresie gwarancyjnym.</w:t>
      </w:r>
    </w:p>
    <w:p w14:paraId="6C43681B" w14:textId="4B5C5440" w:rsidR="009934EA" w:rsidRDefault="009934EA">
      <w:pPr>
        <w:spacing w:after="120"/>
      </w:pPr>
      <w:r>
        <w:lastRenderedPageBreak/>
        <w:tab/>
        <w:t xml:space="preserve">Odbiór pogwarancyjny będzie dokonany na podstawie oceny wizualnej obiektu </w:t>
      </w:r>
      <w:r w:rsidR="00CC268D">
        <w:br/>
      </w:r>
      <w:r>
        <w:t>z uwzględnieniem zasad opisanych w punkcie 8.4 „Odbiór ostateczny robót”.</w:t>
      </w:r>
    </w:p>
    <w:p w14:paraId="70FDB2F7" w14:textId="77777777" w:rsidR="009934EA" w:rsidRDefault="009934EA">
      <w:pPr>
        <w:pStyle w:val="Nagwek1"/>
      </w:pPr>
      <w:bookmarkStart w:id="27" w:name="_Toc416830706"/>
      <w:bookmarkStart w:id="28" w:name="_Toc6881287"/>
      <w:bookmarkStart w:id="29" w:name="_Toc6882160"/>
      <w:r>
        <w:t>9. podstawa płatności</w:t>
      </w:r>
      <w:bookmarkEnd w:id="27"/>
      <w:bookmarkEnd w:id="28"/>
      <w:bookmarkEnd w:id="29"/>
    </w:p>
    <w:p w14:paraId="4FC7A1F2" w14:textId="77777777" w:rsidR="009934EA" w:rsidRDefault="009934EA">
      <w:pPr>
        <w:pStyle w:val="Nagwek2"/>
      </w:pPr>
      <w:r>
        <w:t>9.1. Ustalenia ogólne</w:t>
      </w:r>
    </w:p>
    <w:p w14:paraId="389C9044" w14:textId="77777777" w:rsidR="009934EA" w:rsidRDefault="009934EA">
      <w:pPr>
        <w:pStyle w:val="tekstost"/>
      </w:pPr>
      <w:r>
        <w:tab/>
        <w:t>Podstawą płatności jest cena jednostkowa skalkulowana przez Wykonawcę za jednostkę obmiarową ustaloną dla danej pozycji kosztorysu.</w:t>
      </w:r>
    </w:p>
    <w:p w14:paraId="695741E3" w14:textId="77777777" w:rsidR="009934EA" w:rsidRDefault="009934EA">
      <w:pPr>
        <w:pStyle w:val="tekstost"/>
      </w:pPr>
      <w:r>
        <w:tab/>
        <w:t>Dla pozycji kosztorysowych wycenionych ryczałtowo podstawą płatności jest wartość (kwota) podana przez Wykonawcę w danej pozycji kosztorysu.</w:t>
      </w:r>
    </w:p>
    <w:p w14:paraId="5387A2B7" w14:textId="77777777" w:rsidR="009934EA" w:rsidRDefault="009934EA">
      <w:pPr>
        <w:pStyle w:val="tekstost"/>
      </w:pPr>
      <w:r>
        <w:tab/>
        <w:t>Cena jednostkowa lub kwota ryczałtowa pozycji kosztorysowej będzie uwzględniać wszystkie czynności, wymagania i badania składające się na jej wykonanie, określone dla tej roboty w SST i w dokumentacji projektowej.</w:t>
      </w:r>
    </w:p>
    <w:p w14:paraId="157A2CFC" w14:textId="77777777" w:rsidR="009934EA" w:rsidRDefault="009934EA">
      <w:pPr>
        <w:pStyle w:val="tekstost"/>
      </w:pPr>
      <w:r>
        <w:tab/>
        <w:t>Ceny jednostkowe lub kwoty ryczałtowe robót będą obejmować:</w:t>
      </w:r>
    </w:p>
    <w:p w14:paraId="0B1C859C" w14:textId="77777777" w:rsidR="009934EA" w:rsidRDefault="009934EA" w:rsidP="00FE603E">
      <w:pPr>
        <w:pStyle w:val="tekstost"/>
        <w:numPr>
          <w:ilvl w:val="0"/>
          <w:numId w:val="2"/>
        </w:numPr>
      </w:pPr>
      <w:r>
        <w:t>robociznę bezpośrednią wraz z towarzyszącymi kosztami,</w:t>
      </w:r>
    </w:p>
    <w:p w14:paraId="603E5EC7" w14:textId="77777777" w:rsidR="009934EA" w:rsidRDefault="009934EA" w:rsidP="00FE603E">
      <w:pPr>
        <w:pStyle w:val="tekstost"/>
        <w:numPr>
          <w:ilvl w:val="0"/>
          <w:numId w:val="2"/>
        </w:numPr>
      </w:pPr>
      <w:r>
        <w:t>wartość zużytych materiałów wraz z kosztami zakupu, magazynowania, ewentualnych ubytków i transportu na teren budowy,</w:t>
      </w:r>
    </w:p>
    <w:p w14:paraId="53C6DF78" w14:textId="77777777" w:rsidR="009934EA" w:rsidRDefault="009934EA" w:rsidP="00FE603E">
      <w:pPr>
        <w:pStyle w:val="tekstost"/>
        <w:numPr>
          <w:ilvl w:val="0"/>
          <w:numId w:val="2"/>
        </w:numPr>
      </w:pPr>
      <w:r>
        <w:t>wartość pracy sprzętu wraz z towarzyszącymi kosztami,</w:t>
      </w:r>
    </w:p>
    <w:p w14:paraId="0F77DD02" w14:textId="77777777" w:rsidR="009934EA" w:rsidRDefault="009934EA" w:rsidP="00FE603E">
      <w:pPr>
        <w:pStyle w:val="tekstost"/>
        <w:numPr>
          <w:ilvl w:val="0"/>
          <w:numId w:val="2"/>
        </w:numPr>
      </w:pPr>
      <w:r>
        <w:t>koszty pośrednie, zysk kalkulacyjny i ryzyko,</w:t>
      </w:r>
    </w:p>
    <w:p w14:paraId="0466441C" w14:textId="77777777" w:rsidR="009934EA" w:rsidRDefault="009934EA" w:rsidP="00FE603E">
      <w:pPr>
        <w:pStyle w:val="tekstost"/>
        <w:numPr>
          <w:ilvl w:val="0"/>
          <w:numId w:val="2"/>
        </w:numPr>
      </w:pPr>
      <w:r>
        <w:t>podatki obliczone zgodnie z obowiązującymi przepisami.</w:t>
      </w:r>
    </w:p>
    <w:p w14:paraId="624FAA5B" w14:textId="7687ACCB" w:rsidR="009934EA" w:rsidRDefault="009934EA">
      <w:pPr>
        <w:pStyle w:val="tekstost"/>
      </w:pPr>
      <w:r>
        <w:tab/>
      </w:r>
    </w:p>
    <w:p w14:paraId="25474A24" w14:textId="77777777" w:rsidR="009934EA" w:rsidRDefault="009934EA">
      <w:pPr>
        <w:pStyle w:val="Nagwek2"/>
      </w:pPr>
      <w:r>
        <w:t>9.2. Warunki umowy i wymagania ogólne D-M-00.00.00</w:t>
      </w:r>
    </w:p>
    <w:p w14:paraId="3AF3FBD4" w14:textId="3018FE4E" w:rsidR="009934EA" w:rsidRDefault="009934EA">
      <w:pPr>
        <w:pStyle w:val="tekstost"/>
      </w:pPr>
      <w:r>
        <w:tab/>
        <w:t xml:space="preserve">Koszt dostosowania się do wymagań warunków umowy i wymagań ogólnych zawartych w D-M-00.00.00 obejmuje wszystkie warunki określone w ww. dokumentach, </w:t>
      </w:r>
      <w:r w:rsidR="00CC268D">
        <w:br/>
      </w:r>
      <w:r>
        <w:t>a nie wyszczególnione w kosztorysie.</w:t>
      </w:r>
    </w:p>
    <w:p w14:paraId="3D10C90F" w14:textId="77777777" w:rsidR="009934EA" w:rsidRDefault="009934EA">
      <w:pPr>
        <w:pStyle w:val="Nagwek2"/>
      </w:pPr>
      <w:r>
        <w:t>9.3. Objazdy, przejazdy i organizacja ruchu</w:t>
      </w:r>
    </w:p>
    <w:p w14:paraId="47FE2482" w14:textId="77777777" w:rsidR="009934EA" w:rsidRDefault="009934EA">
      <w:pPr>
        <w:pStyle w:val="tekstost"/>
      </w:pPr>
      <w:r>
        <w:tab/>
        <w:t>Koszt  wybudowania objazdów/przejazdów i organizacji ruchu obejmuje:</w:t>
      </w:r>
    </w:p>
    <w:p w14:paraId="7BCB63D1" w14:textId="49E0D51F" w:rsidR="009934EA" w:rsidRDefault="009934EA" w:rsidP="00FE603E">
      <w:pPr>
        <w:pStyle w:val="tekstost"/>
        <w:numPr>
          <w:ilvl w:val="0"/>
          <w:numId w:val="13"/>
        </w:numPr>
      </w:pPr>
      <w:r>
        <w:t xml:space="preserve">opracowanie oraz uzgodnienie z Inżynierem/Kierownikiem projektu i odpowiednimi instytucjami projektu organizacji ruchu na czas trwania budowy, wraz z dostarczeniem kopii projektu Inżynierowi/Kierownikowi projektu i wprowadzaniem dalszych zmian </w:t>
      </w:r>
      <w:r w:rsidR="00CC268D">
        <w:br/>
      </w:r>
      <w:r>
        <w:t>i uzgodnień wynikających z postępu robót,</w:t>
      </w:r>
    </w:p>
    <w:p w14:paraId="44C14BE7" w14:textId="77777777" w:rsidR="009934EA" w:rsidRDefault="009934EA" w:rsidP="00FE603E">
      <w:pPr>
        <w:pStyle w:val="tekstost"/>
        <w:numPr>
          <w:ilvl w:val="0"/>
          <w:numId w:val="13"/>
        </w:numPr>
      </w:pPr>
      <w:r>
        <w:t>ustawienie tymczasowego oznakowania i oświetlenia zgodnie z wymaganiami bezpieczeństwa ruchu,</w:t>
      </w:r>
    </w:p>
    <w:p w14:paraId="4689A3E0" w14:textId="77777777" w:rsidR="009934EA" w:rsidRDefault="009934EA" w:rsidP="00FE603E">
      <w:pPr>
        <w:pStyle w:val="tekstost"/>
        <w:numPr>
          <w:ilvl w:val="0"/>
          <w:numId w:val="13"/>
        </w:numPr>
      </w:pPr>
      <w:r>
        <w:t>opłaty/dzierżawy terenu,</w:t>
      </w:r>
    </w:p>
    <w:p w14:paraId="2960A2BD" w14:textId="77777777" w:rsidR="009934EA" w:rsidRDefault="009934EA" w:rsidP="00FE603E">
      <w:pPr>
        <w:pStyle w:val="tekstost"/>
        <w:numPr>
          <w:ilvl w:val="0"/>
          <w:numId w:val="13"/>
        </w:numPr>
      </w:pPr>
      <w:r>
        <w:t>przygotowanie terenu,</w:t>
      </w:r>
    </w:p>
    <w:p w14:paraId="7B5008BE" w14:textId="77777777" w:rsidR="009934EA" w:rsidRDefault="009934EA" w:rsidP="00FE603E">
      <w:pPr>
        <w:pStyle w:val="tekstost"/>
        <w:numPr>
          <w:ilvl w:val="0"/>
          <w:numId w:val="13"/>
        </w:numPr>
      </w:pPr>
      <w:r>
        <w:t>konstrukcję tymczasowej nawierzchni, ramp, chodników, krawężników, barier, oznakowań i drenażu,</w:t>
      </w:r>
    </w:p>
    <w:p w14:paraId="486C6A4B" w14:textId="77777777" w:rsidR="009934EA" w:rsidRDefault="009934EA" w:rsidP="00FE603E">
      <w:pPr>
        <w:pStyle w:val="tekstost"/>
        <w:numPr>
          <w:ilvl w:val="0"/>
          <w:numId w:val="13"/>
        </w:numPr>
      </w:pPr>
      <w:r>
        <w:t>tymczasową przebudowę urządzeń obcych.</w:t>
      </w:r>
    </w:p>
    <w:p w14:paraId="02369019" w14:textId="77777777" w:rsidR="009934EA" w:rsidRDefault="009934EA">
      <w:pPr>
        <w:pStyle w:val="tekstost"/>
      </w:pPr>
      <w:r>
        <w:tab/>
        <w:t>Koszt utrzymania objazdów/przejazdów i organizacji ruchu obejmuje:</w:t>
      </w:r>
    </w:p>
    <w:p w14:paraId="0242C230" w14:textId="77777777" w:rsidR="009934EA" w:rsidRDefault="009934EA" w:rsidP="00FE603E">
      <w:pPr>
        <w:pStyle w:val="tekstost"/>
        <w:numPr>
          <w:ilvl w:val="0"/>
          <w:numId w:val="14"/>
        </w:numPr>
        <w:ind w:left="284" w:hanging="284"/>
      </w:pPr>
      <w:r>
        <w:t>oczyszczanie, przestawienie, przykrycie i usunięcie tymczasowych oznakowań pionowych, poziomych, barier i świateł,</w:t>
      </w:r>
    </w:p>
    <w:p w14:paraId="56205A45" w14:textId="77777777" w:rsidR="009934EA" w:rsidRDefault="009934EA" w:rsidP="00FE603E">
      <w:pPr>
        <w:pStyle w:val="tekstost"/>
        <w:numPr>
          <w:ilvl w:val="0"/>
          <w:numId w:val="14"/>
        </w:numPr>
        <w:ind w:left="284" w:hanging="284"/>
      </w:pPr>
      <w:r>
        <w:t>utrzymanie płynności ruchu publicznego.</w:t>
      </w:r>
    </w:p>
    <w:p w14:paraId="3233E7B3" w14:textId="77777777" w:rsidR="009934EA" w:rsidRDefault="009934EA">
      <w:pPr>
        <w:pStyle w:val="tekstost"/>
      </w:pPr>
      <w:r>
        <w:tab/>
        <w:t>Koszt likwidacji objazdów/przejazdów i organizacji ruchu obejmuje:</w:t>
      </w:r>
    </w:p>
    <w:p w14:paraId="0C4C79AC" w14:textId="77777777" w:rsidR="009934EA" w:rsidRDefault="009934EA" w:rsidP="00FE603E">
      <w:pPr>
        <w:pStyle w:val="tekstost"/>
        <w:numPr>
          <w:ilvl w:val="0"/>
          <w:numId w:val="15"/>
        </w:numPr>
        <w:ind w:left="284" w:hanging="284"/>
      </w:pPr>
      <w:r>
        <w:t>usunięcie wbudowanych materiałów i oznakowania,</w:t>
      </w:r>
    </w:p>
    <w:p w14:paraId="6CE48570" w14:textId="77777777" w:rsidR="009934EA" w:rsidRDefault="009934EA" w:rsidP="00FE603E">
      <w:pPr>
        <w:pStyle w:val="tekstost"/>
        <w:numPr>
          <w:ilvl w:val="0"/>
          <w:numId w:val="15"/>
        </w:numPr>
        <w:spacing w:after="120"/>
        <w:ind w:left="284" w:hanging="284"/>
      </w:pPr>
      <w:r>
        <w:lastRenderedPageBreak/>
        <w:t>doprowadzenie terenu do stanu pierwotnego.</w:t>
      </w:r>
    </w:p>
    <w:p w14:paraId="15DFFE3F" w14:textId="77777777" w:rsidR="009934EA" w:rsidRDefault="009934EA">
      <w:pPr>
        <w:pStyle w:val="Nagwek1"/>
      </w:pPr>
      <w:bookmarkStart w:id="30" w:name="_Toc416830707"/>
      <w:bookmarkStart w:id="31" w:name="_Toc6881288"/>
      <w:bookmarkStart w:id="32" w:name="_Toc6882161"/>
      <w:r>
        <w:t>10. przepisy związane</w:t>
      </w:r>
      <w:bookmarkEnd w:id="30"/>
      <w:bookmarkEnd w:id="31"/>
      <w:bookmarkEnd w:id="32"/>
    </w:p>
    <w:p w14:paraId="4D29615F" w14:textId="77777777" w:rsidR="009934EA" w:rsidRDefault="009934EA" w:rsidP="00FE603E">
      <w:pPr>
        <w:pStyle w:val="tekstost"/>
        <w:numPr>
          <w:ilvl w:val="0"/>
          <w:numId w:val="16"/>
        </w:numPr>
      </w:pPr>
      <w:r>
        <w:t>Ustawa z dnia 7 lipca 1994 r. - Prawo budowlane (Dz. U. Nr 89, poz. 414 z później</w:t>
      </w:r>
      <w:r>
        <w:softHyphen/>
        <w:t>szymi zmianami).</w:t>
      </w:r>
    </w:p>
    <w:p w14:paraId="478952FA" w14:textId="77777777" w:rsidR="009934EA" w:rsidRDefault="009934EA" w:rsidP="00FE603E">
      <w:pPr>
        <w:pStyle w:val="tekstost"/>
        <w:numPr>
          <w:ilvl w:val="0"/>
          <w:numId w:val="16"/>
        </w:numPr>
      </w:pPr>
      <w:r>
        <w:t>Zarządzenie Ministra Infrastruktury z dnia 19 listopada 2001 r. w sprawie dziennika budowy, montażu i rozbiórki oraz tablicy informacyjnej (Dz. U. Nr 138, poz. 1555).</w:t>
      </w:r>
    </w:p>
    <w:p w14:paraId="7A411603" w14:textId="77777777" w:rsidR="009934EA" w:rsidRDefault="009934EA" w:rsidP="00FE603E">
      <w:pPr>
        <w:pStyle w:val="tekstost"/>
        <w:numPr>
          <w:ilvl w:val="0"/>
          <w:numId w:val="16"/>
        </w:numPr>
      </w:pPr>
      <w:r>
        <w:t>Ustawa z dnia 21 marca 1985 r. o drogach publicznych (Dz. U. Nr 14, poz. 60 z późniejszymi zmianami).</w:t>
      </w:r>
    </w:p>
    <w:p w14:paraId="2DF65F16" w14:textId="77777777" w:rsidR="009934EA" w:rsidRDefault="009934EA">
      <w:pPr>
        <w:pStyle w:val="tekstost"/>
        <w:rPr>
          <w:sz w:val="19"/>
        </w:rPr>
      </w:pPr>
    </w:p>
    <w:sectPr w:rsidR="009934EA">
      <w:headerReference w:type="even" r:id="rId9"/>
      <w:pgSz w:w="11907" w:h="16840" w:code="9"/>
      <w:pgMar w:top="3119" w:right="2268" w:bottom="3119" w:left="2268" w:header="2268" w:footer="2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995E7" w14:textId="77777777" w:rsidR="00456F53" w:rsidRDefault="00456F53">
      <w:r>
        <w:separator/>
      </w:r>
    </w:p>
  </w:endnote>
  <w:endnote w:type="continuationSeparator" w:id="0">
    <w:p w14:paraId="4497203B" w14:textId="77777777" w:rsidR="00456F53" w:rsidRDefault="0045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8582A" w14:textId="77777777" w:rsidR="00456F53" w:rsidRDefault="00456F53">
      <w:r>
        <w:separator/>
      </w:r>
    </w:p>
  </w:footnote>
  <w:footnote w:type="continuationSeparator" w:id="0">
    <w:p w14:paraId="70D7421A" w14:textId="77777777" w:rsidR="00456F53" w:rsidRDefault="00456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E16C5" w14:textId="77777777" w:rsidR="009934EA" w:rsidRDefault="009934EA">
    <w:pPr>
      <w:rPr>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771"/>
      <w:gridCol w:w="4820"/>
      <w:gridCol w:w="918"/>
    </w:tblGrid>
    <w:tr w:rsidR="009934EA" w14:paraId="33E897F6" w14:textId="77777777">
      <w:tc>
        <w:tcPr>
          <w:tcW w:w="1771" w:type="dxa"/>
        </w:tcPr>
        <w:p w14:paraId="500C771B" w14:textId="77777777" w:rsidR="009934EA" w:rsidRDefault="009934EA">
          <w:pPr>
            <w:pStyle w:val="Nagwek"/>
            <w:spacing w:after="120"/>
            <w:rPr>
              <w:sz w:val="23"/>
            </w:rPr>
          </w:pPr>
          <w:r>
            <w:rPr>
              <w:rFonts w:ascii="Times New Roman" w:hAnsi="Times New Roman"/>
              <w:i/>
              <w:sz w:val="19"/>
            </w:rPr>
            <w:t>D-M-00.00.00</w:t>
          </w:r>
        </w:p>
      </w:tc>
      <w:tc>
        <w:tcPr>
          <w:tcW w:w="4820" w:type="dxa"/>
        </w:tcPr>
        <w:p w14:paraId="0942243F" w14:textId="77777777" w:rsidR="009934EA" w:rsidRDefault="009934EA">
          <w:pPr>
            <w:pStyle w:val="Nagwek"/>
            <w:rPr>
              <w:sz w:val="23"/>
            </w:rPr>
          </w:pPr>
          <w:r>
            <w:rPr>
              <w:rFonts w:ascii="Times New Roman" w:hAnsi="Times New Roman"/>
              <w:i/>
              <w:sz w:val="19"/>
            </w:rPr>
            <w:t>Wymagania ogólne</w:t>
          </w:r>
        </w:p>
      </w:tc>
      <w:tc>
        <w:tcPr>
          <w:tcW w:w="918" w:type="dxa"/>
        </w:tcPr>
        <w:p w14:paraId="49754BC5" w14:textId="77777777" w:rsidR="009934EA" w:rsidRDefault="009934EA">
          <w:pPr>
            <w:pStyle w:val="Nagwek"/>
            <w:jc w:val="right"/>
            <w:rPr>
              <w:sz w:val="23"/>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89665B">
            <w:rPr>
              <w:rStyle w:val="Numerstrony"/>
              <w:rFonts w:ascii="Times New Roman" w:hAnsi="Times New Roman"/>
              <w:noProof/>
              <w:sz w:val="19"/>
            </w:rPr>
            <w:t>3</w:t>
          </w:r>
          <w:r>
            <w:rPr>
              <w:rStyle w:val="Numerstrony"/>
              <w:rFonts w:ascii="Times New Roman" w:hAnsi="Times New Roman"/>
              <w:sz w:val="19"/>
            </w:rPr>
            <w:fldChar w:fldCharType="end"/>
          </w:r>
        </w:p>
      </w:tc>
    </w:tr>
  </w:tbl>
  <w:p w14:paraId="7D1A9892" w14:textId="77777777" w:rsidR="009934EA" w:rsidRDefault="009934EA">
    <w:pPr>
      <w:pStyle w:val="Nagwek"/>
      <w:rPr>
        <w:sz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EA244" w14:textId="77777777" w:rsidR="009934EA" w:rsidRDefault="009934EA">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9934EA" w14:paraId="45136EED" w14:textId="77777777">
      <w:tc>
        <w:tcPr>
          <w:tcW w:w="921" w:type="dxa"/>
        </w:tcPr>
        <w:p w14:paraId="1FF3FFBF" w14:textId="77777777" w:rsidR="009934EA" w:rsidRDefault="009934EA">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89665B">
            <w:rPr>
              <w:rStyle w:val="Numerstrony"/>
              <w:rFonts w:ascii="Times New Roman" w:hAnsi="Times New Roman"/>
              <w:noProof/>
              <w:sz w:val="19"/>
            </w:rPr>
            <w:t>4</w:t>
          </w:r>
          <w:r>
            <w:rPr>
              <w:rStyle w:val="Numerstrony"/>
              <w:rFonts w:ascii="Times New Roman" w:hAnsi="Times New Roman"/>
              <w:sz w:val="19"/>
            </w:rPr>
            <w:fldChar w:fldCharType="end"/>
          </w:r>
        </w:p>
      </w:tc>
      <w:tc>
        <w:tcPr>
          <w:tcW w:w="4819" w:type="dxa"/>
        </w:tcPr>
        <w:p w14:paraId="6EA6F99B" w14:textId="77777777" w:rsidR="009934EA" w:rsidRDefault="009934EA">
          <w:pPr>
            <w:pStyle w:val="Nagwek"/>
            <w:jc w:val="right"/>
            <w:rPr>
              <w:rFonts w:ascii="Times New Roman" w:hAnsi="Times New Roman"/>
              <w:sz w:val="19"/>
            </w:rPr>
          </w:pPr>
          <w:r>
            <w:rPr>
              <w:rFonts w:ascii="Times New Roman" w:hAnsi="Times New Roman"/>
              <w:i/>
              <w:sz w:val="19"/>
            </w:rPr>
            <w:t>Wymagania ogólne</w:t>
          </w:r>
        </w:p>
      </w:tc>
      <w:tc>
        <w:tcPr>
          <w:tcW w:w="1769" w:type="dxa"/>
        </w:tcPr>
        <w:p w14:paraId="16C2AA7E" w14:textId="77777777" w:rsidR="009934EA" w:rsidRDefault="009934EA">
          <w:pPr>
            <w:pStyle w:val="Nagwek"/>
            <w:jc w:val="right"/>
            <w:rPr>
              <w:rFonts w:ascii="Times New Roman" w:hAnsi="Times New Roman"/>
              <w:sz w:val="19"/>
            </w:rPr>
          </w:pPr>
          <w:r>
            <w:rPr>
              <w:rFonts w:ascii="Times New Roman" w:hAnsi="Times New Roman"/>
              <w:i/>
              <w:sz w:val="19"/>
            </w:rPr>
            <w:t>D-M-00.00.00</w:t>
          </w:r>
        </w:p>
      </w:tc>
    </w:tr>
  </w:tbl>
  <w:p w14:paraId="15935B0F" w14:textId="77777777" w:rsidR="009934EA" w:rsidRDefault="009934EA">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6E2B540"/>
    <w:lvl w:ilvl="0">
      <w:numFmt w:val="bullet"/>
      <w:lvlText w:val="*"/>
      <w:lvlJc w:val="left"/>
    </w:lvl>
  </w:abstractNum>
  <w:abstractNum w:abstractNumId="1" w15:restartNumberingAfterBreak="0">
    <w:nsid w:val="06604CC2"/>
    <w:multiLevelType w:val="singleLevel"/>
    <w:tmpl w:val="069E3466"/>
    <w:lvl w:ilvl="0">
      <w:start w:val="1"/>
      <w:numFmt w:val="lowerLetter"/>
      <w:lvlText w:val="%1)"/>
      <w:legacy w:legacy="1" w:legacySpace="0" w:legacyIndent="283"/>
      <w:lvlJc w:val="left"/>
      <w:pPr>
        <w:ind w:left="283" w:hanging="283"/>
      </w:pPr>
    </w:lvl>
  </w:abstractNum>
  <w:abstractNum w:abstractNumId="2" w15:restartNumberingAfterBreak="0">
    <w:nsid w:val="0CD62DC6"/>
    <w:multiLevelType w:val="singleLevel"/>
    <w:tmpl w:val="9500B352"/>
    <w:lvl w:ilvl="0">
      <w:start w:val="1"/>
      <w:numFmt w:val="lowerLetter"/>
      <w:lvlText w:val="(%1)"/>
      <w:legacy w:legacy="1" w:legacySpace="0" w:legacyIndent="283"/>
      <w:lvlJc w:val="left"/>
      <w:pPr>
        <w:ind w:left="283" w:hanging="283"/>
      </w:pPr>
    </w:lvl>
  </w:abstractNum>
  <w:abstractNum w:abstractNumId="3" w15:restartNumberingAfterBreak="0">
    <w:nsid w:val="23CD16D0"/>
    <w:multiLevelType w:val="singleLevel"/>
    <w:tmpl w:val="C5B2B884"/>
    <w:lvl w:ilvl="0">
      <w:start w:val="2"/>
      <w:numFmt w:val="lowerLetter"/>
      <w:lvlText w:val="%1)"/>
      <w:legacy w:legacy="1" w:legacySpace="0" w:legacyIndent="283"/>
      <w:lvlJc w:val="left"/>
      <w:pPr>
        <w:ind w:left="283" w:hanging="283"/>
      </w:pPr>
    </w:lvl>
  </w:abstractNum>
  <w:abstractNum w:abstractNumId="4" w15:restartNumberingAfterBreak="0">
    <w:nsid w:val="28E16BE8"/>
    <w:multiLevelType w:val="singleLevel"/>
    <w:tmpl w:val="069E3466"/>
    <w:lvl w:ilvl="0">
      <w:start w:val="1"/>
      <w:numFmt w:val="lowerLetter"/>
      <w:lvlText w:val="%1)"/>
      <w:legacy w:legacy="1" w:legacySpace="0" w:legacyIndent="283"/>
      <w:lvlJc w:val="left"/>
      <w:pPr>
        <w:ind w:left="283" w:hanging="283"/>
      </w:pPr>
    </w:lvl>
  </w:abstractNum>
  <w:abstractNum w:abstractNumId="5" w15:restartNumberingAfterBreak="0">
    <w:nsid w:val="2FA63ADB"/>
    <w:multiLevelType w:val="singleLevel"/>
    <w:tmpl w:val="069E3466"/>
    <w:lvl w:ilvl="0">
      <w:start w:val="1"/>
      <w:numFmt w:val="lowerLetter"/>
      <w:lvlText w:val="%1)"/>
      <w:legacy w:legacy="1" w:legacySpace="0" w:legacyIndent="283"/>
      <w:lvlJc w:val="left"/>
      <w:pPr>
        <w:ind w:left="567" w:hanging="283"/>
      </w:pPr>
    </w:lvl>
  </w:abstractNum>
  <w:abstractNum w:abstractNumId="6" w15:restartNumberingAfterBreak="0">
    <w:nsid w:val="4ABD0884"/>
    <w:multiLevelType w:val="singleLevel"/>
    <w:tmpl w:val="16D2F264"/>
    <w:lvl w:ilvl="0">
      <w:start w:val="1"/>
      <w:numFmt w:val="decimal"/>
      <w:lvlText w:val="%1."/>
      <w:legacy w:legacy="1" w:legacySpace="0" w:legacyIndent="283"/>
      <w:lvlJc w:val="left"/>
      <w:pPr>
        <w:ind w:left="283" w:hanging="283"/>
      </w:pPr>
    </w:lvl>
  </w:abstractNum>
  <w:abstractNum w:abstractNumId="7" w15:restartNumberingAfterBreak="0">
    <w:nsid w:val="4CFB71C7"/>
    <w:multiLevelType w:val="singleLevel"/>
    <w:tmpl w:val="069E3466"/>
    <w:lvl w:ilvl="0">
      <w:start w:val="1"/>
      <w:numFmt w:val="lowerLetter"/>
      <w:lvlText w:val="%1)"/>
      <w:legacy w:legacy="1" w:legacySpace="0" w:legacyIndent="283"/>
      <w:lvlJc w:val="left"/>
      <w:pPr>
        <w:ind w:left="283" w:hanging="283"/>
      </w:pPr>
    </w:lvl>
  </w:abstractNum>
  <w:abstractNum w:abstractNumId="8" w15:restartNumberingAfterBreak="0">
    <w:nsid w:val="57AC36A4"/>
    <w:multiLevelType w:val="singleLevel"/>
    <w:tmpl w:val="069E3466"/>
    <w:lvl w:ilvl="0">
      <w:start w:val="1"/>
      <w:numFmt w:val="lowerLetter"/>
      <w:lvlText w:val="%1)"/>
      <w:legacy w:legacy="1" w:legacySpace="0" w:legacyIndent="283"/>
      <w:lvlJc w:val="left"/>
      <w:pPr>
        <w:ind w:left="283" w:hanging="283"/>
      </w:pPr>
    </w:lvl>
  </w:abstractNum>
  <w:abstractNum w:abstractNumId="9" w15:restartNumberingAfterBreak="0">
    <w:nsid w:val="5E2D2001"/>
    <w:multiLevelType w:val="singleLevel"/>
    <w:tmpl w:val="069E3466"/>
    <w:lvl w:ilvl="0">
      <w:start w:val="1"/>
      <w:numFmt w:val="lowerLetter"/>
      <w:lvlText w:val="%1)"/>
      <w:legacy w:legacy="1" w:legacySpace="0" w:legacyIndent="283"/>
      <w:lvlJc w:val="left"/>
      <w:pPr>
        <w:ind w:left="283" w:hanging="283"/>
      </w:pPr>
    </w:lvl>
  </w:abstractNum>
  <w:abstractNum w:abstractNumId="10" w15:restartNumberingAfterBreak="0">
    <w:nsid w:val="68403D78"/>
    <w:multiLevelType w:val="singleLevel"/>
    <w:tmpl w:val="D39E0EF0"/>
    <w:lvl w:ilvl="0">
      <w:start w:val="1"/>
      <w:numFmt w:val="decimal"/>
      <w:lvlText w:val="%1)"/>
      <w:legacy w:legacy="1" w:legacySpace="0" w:legacyIndent="283"/>
      <w:lvlJc w:val="left"/>
      <w:pPr>
        <w:ind w:left="283" w:hanging="283"/>
      </w:pPr>
    </w:lvl>
  </w:abstractNum>
  <w:abstractNum w:abstractNumId="11" w15:restartNumberingAfterBreak="0">
    <w:nsid w:val="693B553F"/>
    <w:multiLevelType w:val="singleLevel"/>
    <w:tmpl w:val="069E3466"/>
    <w:lvl w:ilvl="0">
      <w:start w:val="1"/>
      <w:numFmt w:val="lowerLetter"/>
      <w:lvlText w:val="%1)"/>
      <w:legacy w:legacy="1" w:legacySpace="0" w:legacyIndent="283"/>
      <w:lvlJc w:val="left"/>
      <w:pPr>
        <w:ind w:left="283" w:hanging="283"/>
      </w:pPr>
    </w:lvl>
  </w:abstractNum>
  <w:abstractNum w:abstractNumId="12" w15:restartNumberingAfterBreak="0">
    <w:nsid w:val="6A835F92"/>
    <w:multiLevelType w:val="singleLevel"/>
    <w:tmpl w:val="795E770A"/>
    <w:lvl w:ilvl="0">
      <w:start w:val="1"/>
      <w:numFmt w:val="decimal"/>
      <w:lvlText w:val="%1."/>
      <w:legacy w:legacy="1" w:legacySpace="57" w:legacyIndent="340"/>
      <w:lvlJc w:val="left"/>
      <w:pPr>
        <w:ind w:left="341" w:hanging="340"/>
      </w:pPr>
    </w:lvl>
  </w:abstractNum>
  <w:abstractNum w:abstractNumId="13" w15:restartNumberingAfterBreak="0">
    <w:nsid w:val="71A340D6"/>
    <w:multiLevelType w:val="singleLevel"/>
    <w:tmpl w:val="9500B352"/>
    <w:lvl w:ilvl="0">
      <w:start w:val="1"/>
      <w:numFmt w:val="lowerLetter"/>
      <w:lvlText w:val="(%1)"/>
      <w:legacy w:legacy="1" w:legacySpace="0" w:legacyIndent="283"/>
      <w:lvlJc w:val="left"/>
      <w:pPr>
        <w:ind w:left="283" w:hanging="283"/>
      </w:pPr>
    </w:lvl>
  </w:abstractNum>
  <w:abstractNum w:abstractNumId="14" w15:restartNumberingAfterBreak="0">
    <w:nsid w:val="75330480"/>
    <w:multiLevelType w:val="singleLevel"/>
    <w:tmpl w:val="9500B352"/>
    <w:lvl w:ilvl="0">
      <w:start w:val="1"/>
      <w:numFmt w:val="lowerLetter"/>
      <w:lvlText w:val="(%1)"/>
      <w:legacy w:legacy="1" w:legacySpace="0" w:legacyIndent="283"/>
      <w:lvlJc w:val="left"/>
      <w:pPr>
        <w:ind w:left="283" w:hanging="283"/>
      </w:pPr>
    </w:lvl>
  </w:abstractNum>
  <w:abstractNum w:abstractNumId="15" w15:restartNumberingAfterBreak="0">
    <w:nsid w:val="780F381A"/>
    <w:multiLevelType w:val="singleLevel"/>
    <w:tmpl w:val="16D2F264"/>
    <w:lvl w:ilvl="0">
      <w:start w:val="1"/>
      <w:numFmt w:val="decimal"/>
      <w:lvlText w:val="%1."/>
      <w:legacy w:legacy="1" w:legacySpace="0" w:legacyIndent="283"/>
      <w:lvlJc w:val="left"/>
      <w:pPr>
        <w:ind w:left="283" w:hanging="283"/>
      </w:pPr>
    </w:lvl>
  </w:abstractNum>
  <w:num w:numId="1" w16cid:durableId="351226769">
    <w:abstractNumId w:val="1"/>
  </w:num>
  <w:num w:numId="2" w16cid:durableId="209558424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75652652">
    <w:abstractNumId w:val="11"/>
  </w:num>
  <w:num w:numId="4" w16cid:durableId="907423452">
    <w:abstractNumId w:val="3"/>
  </w:num>
  <w:num w:numId="5" w16cid:durableId="576861758">
    <w:abstractNumId w:val="4"/>
  </w:num>
  <w:num w:numId="6" w16cid:durableId="354118185">
    <w:abstractNumId w:val="10"/>
  </w:num>
  <w:num w:numId="7" w16cid:durableId="785588739">
    <w:abstractNumId w:val="5"/>
  </w:num>
  <w:num w:numId="8" w16cid:durableId="1772583346">
    <w:abstractNumId w:val="9"/>
  </w:num>
  <w:num w:numId="9" w16cid:durableId="1659726710">
    <w:abstractNumId w:val="15"/>
  </w:num>
  <w:num w:numId="10" w16cid:durableId="1317803920">
    <w:abstractNumId w:val="8"/>
  </w:num>
  <w:num w:numId="11" w16cid:durableId="215549886">
    <w:abstractNumId w:val="7"/>
  </w:num>
  <w:num w:numId="12" w16cid:durableId="1348825733">
    <w:abstractNumId w:val="12"/>
  </w:num>
  <w:num w:numId="13" w16cid:durableId="641085700">
    <w:abstractNumId w:val="2"/>
  </w:num>
  <w:num w:numId="14" w16cid:durableId="296683508">
    <w:abstractNumId w:val="13"/>
  </w:num>
  <w:num w:numId="15" w16cid:durableId="1213031281">
    <w:abstractNumId w:val="14"/>
  </w:num>
  <w:num w:numId="16" w16cid:durableId="2669296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03E"/>
    <w:rsid w:val="001A23E9"/>
    <w:rsid w:val="002374AF"/>
    <w:rsid w:val="00280E2F"/>
    <w:rsid w:val="002F257F"/>
    <w:rsid w:val="004043F8"/>
    <w:rsid w:val="00407EC6"/>
    <w:rsid w:val="00456F53"/>
    <w:rsid w:val="004E2FC1"/>
    <w:rsid w:val="0054495A"/>
    <w:rsid w:val="0089665B"/>
    <w:rsid w:val="009934EA"/>
    <w:rsid w:val="00CC268D"/>
    <w:rsid w:val="00D14535"/>
    <w:rsid w:val="00EE5DE6"/>
    <w:rsid w:val="00F75660"/>
    <w:rsid w:val="00FE60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151B0"/>
  <w15:docId w15:val="{64E002AE-883D-4852-8CDF-4A8F92BD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120" w:after="120"/>
      <w:outlineLvl w:val="0"/>
    </w:pPr>
    <w:rPr>
      <w:b/>
      <w:caps/>
      <w:kern w:val="28"/>
    </w:rPr>
  </w:style>
  <w:style w:type="paragraph" w:styleId="Nagwek2">
    <w:name w:val="heading 2"/>
    <w:basedOn w:val="Normalny"/>
    <w:next w:val="Normalny"/>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semiHidden/>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semiHidden/>
    <w:pPr>
      <w:tabs>
        <w:tab w:val="center" w:pos="4536"/>
        <w:tab w:val="right" w:pos="9072"/>
      </w:tabs>
      <w:jc w:val="left"/>
    </w:pPr>
    <w:rPr>
      <w:rFonts w:ascii="Century Gothic" w:hAnsi="Century Gothic"/>
      <w:sz w:val="24"/>
    </w:rPr>
  </w:style>
  <w:style w:type="paragraph" w:styleId="Stopka">
    <w:name w:val="footer"/>
    <w:basedOn w:val="Normalny"/>
    <w:semiHidden/>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semiHidden/>
    <w:rPr>
      <w:vertAlign w:val="superscript"/>
    </w:rPr>
  </w:style>
  <w:style w:type="paragraph" w:styleId="Tekstdymka">
    <w:name w:val="Balloon Text"/>
    <w:basedOn w:val="Normalny"/>
    <w:link w:val="TekstdymkaZnak"/>
    <w:uiPriority w:val="99"/>
    <w:semiHidden/>
    <w:unhideWhenUsed/>
    <w:rsid w:val="002374AF"/>
    <w:rPr>
      <w:rFonts w:ascii="Tahoma" w:hAnsi="Tahoma" w:cs="Tahoma"/>
      <w:sz w:val="16"/>
      <w:szCs w:val="16"/>
    </w:rPr>
  </w:style>
  <w:style w:type="character" w:customStyle="1" w:styleId="TekstdymkaZnak">
    <w:name w:val="Tekst dymka Znak"/>
    <w:link w:val="Tekstdymka"/>
    <w:uiPriority w:val="99"/>
    <w:semiHidden/>
    <w:rsid w:val="002374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do druku.dot</Template>
  <TotalTime>7</TotalTime>
  <Pages>25</Pages>
  <Words>7460</Words>
  <Characters>52457</Characters>
  <Application>Microsoft Office Word</Application>
  <DocSecurity>0</DocSecurity>
  <Lines>437</Lines>
  <Paragraphs>119</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59798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Tomasz Jackiewicz</dc:creator>
  <cp:keywords>specyfikacje, drogi, drogownictwo</cp:keywords>
  <dc:description>Wymagania ogólne</dc:description>
  <cp:lastModifiedBy>Grzegorz Knap</cp:lastModifiedBy>
  <cp:revision>5</cp:revision>
  <cp:lastPrinted>2015-10-02T05:35:00Z</cp:lastPrinted>
  <dcterms:created xsi:type="dcterms:W3CDTF">2023-06-29T06:05:00Z</dcterms:created>
  <dcterms:modified xsi:type="dcterms:W3CDTF">2025-05-27T08:28:00Z</dcterms:modified>
</cp:coreProperties>
</file>